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9E" w:rsidRPr="00F81900" w:rsidRDefault="000C33A7" w:rsidP="00F81900">
      <w:pPr>
        <w:adjustRightInd w:val="0"/>
        <w:rPr>
          <w:b/>
          <w:bCs/>
          <w:sz w:val="12"/>
          <w:szCs w:val="12"/>
        </w:rPr>
      </w:pPr>
      <w:r w:rsidRPr="00F81900">
        <w:rPr>
          <w:b/>
          <w:bCs/>
          <w:sz w:val="16"/>
          <w:szCs w:val="16"/>
        </w:rPr>
        <w:t xml:space="preserve">           </w:t>
      </w:r>
    </w:p>
    <w:p w:rsidR="00C82B5E" w:rsidRPr="00C82B5E" w:rsidRDefault="00FF196D" w:rsidP="0035769E">
      <w:pPr>
        <w:adjustRightInd w:val="0"/>
        <w:ind w:left="4248" w:firstLine="708"/>
        <w:rPr>
          <w:rFonts w:ascii="Calibri" w:hAnsi="Calibri"/>
          <w:b/>
          <w:sz w:val="24"/>
          <w:szCs w:val="24"/>
        </w:rPr>
      </w:pPr>
      <w:r w:rsidRPr="00C82B5E">
        <w:rPr>
          <w:rFonts w:ascii="Calibri" w:hAnsi="Calibri"/>
          <w:b/>
          <w:sz w:val="24"/>
          <w:szCs w:val="24"/>
        </w:rPr>
        <w:t xml:space="preserve">Al </w:t>
      </w:r>
      <w:r w:rsidR="002A7CF3" w:rsidRPr="00C82B5E">
        <w:rPr>
          <w:rFonts w:ascii="Calibri" w:hAnsi="Calibri"/>
          <w:b/>
          <w:sz w:val="24"/>
          <w:szCs w:val="24"/>
        </w:rPr>
        <w:t xml:space="preserve">Dirigente Scolastico </w:t>
      </w:r>
    </w:p>
    <w:p w:rsidR="00C82B5E" w:rsidRPr="00C82B5E" w:rsidRDefault="002A7CF3" w:rsidP="00C82B5E">
      <w:pPr>
        <w:adjustRightInd w:val="0"/>
        <w:rPr>
          <w:rFonts w:ascii="Calibri" w:hAnsi="Calibri"/>
          <w:i/>
          <w:sz w:val="24"/>
          <w:szCs w:val="24"/>
        </w:rPr>
      </w:pPr>
      <w:r w:rsidRPr="00C82B5E">
        <w:rPr>
          <w:rFonts w:ascii="Calibri" w:hAnsi="Calibri"/>
          <w:sz w:val="24"/>
          <w:szCs w:val="24"/>
        </w:rPr>
        <w:t xml:space="preserve">                                                                                          </w:t>
      </w:r>
      <w:r w:rsidR="0035769E">
        <w:rPr>
          <w:rFonts w:ascii="Calibri" w:hAnsi="Calibri"/>
          <w:sz w:val="24"/>
          <w:szCs w:val="24"/>
        </w:rPr>
        <w:tab/>
      </w:r>
      <w:r w:rsidRPr="00C82B5E">
        <w:rPr>
          <w:rFonts w:ascii="Calibri" w:hAnsi="Calibri"/>
          <w:sz w:val="24"/>
          <w:szCs w:val="24"/>
        </w:rPr>
        <w:t>Scuola Polo</w:t>
      </w:r>
      <w:r w:rsidR="001E1C36" w:rsidRPr="00C82B5E">
        <w:rPr>
          <w:rFonts w:ascii="Calibri" w:hAnsi="Calibri"/>
          <w:sz w:val="24"/>
          <w:szCs w:val="24"/>
        </w:rPr>
        <w:t xml:space="preserve"> Formazione – Ambito</w:t>
      </w:r>
      <w:r w:rsidR="00C82B5E">
        <w:rPr>
          <w:rFonts w:ascii="Calibri" w:hAnsi="Calibri"/>
          <w:sz w:val="24"/>
          <w:szCs w:val="24"/>
        </w:rPr>
        <w:t xml:space="preserve"> 4</w:t>
      </w:r>
    </w:p>
    <w:p w:rsidR="00C82B5E" w:rsidRDefault="002A7CF3" w:rsidP="00F81900">
      <w:pPr>
        <w:adjustRightInd w:val="0"/>
        <w:rPr>
          <w:rFonts w:ascii="Calibri" w:hAnsi="Calibri"/>
          <w:sz w:val="24"/>
          <w:szCs w:val="24"/>
        </w:rPr>
      </w:pPr>
      <w:r w:rsidRPr="00C82B5E">
        <w:rPr>
          <w:rFonts w:ascii="Calibri" w:hAnsi="Calibri"/>
          <w:i/>
          <w:sz w:val="24"/>
          <w:szCs w:val="24"/>
        </w:rPr>
        <w:t xml:space="preserve">                                                                                           </w:t>
      </w:r>
      <w:r w:rsidR="00C82B5E">
        <w:rPr>
          <w:rFonts w:ascii="Calibri" w:hAnsi="Calibri"/>
          <w:i/>
          <w:sz w:val="24"/>
          <w:szCs w:val="24"/>
        </w:rPr>
        <w:tab/>
      </w:r>
      <w:r w:rsidR="00C82B5E">
        <w:rPr>
          <w:rFonts w:ascii="Calibri" w:hAnsi="Calibri"/>
          <w:sz w:val="24"/>
          <w:szCs w:val="24"/>
        </w:rPr>
        <w:t xml:space="preserve">I.I.S. “A. Turi” </w:t>
      </w:r>
      <w:r w:rsidR="00F81900">
        <w:rPr>
          <w:rFonts w:ascii="Calibri" w:hAnsi="Calibri"/>
          <w:sz w:val="24"/>
          <w:szCs w:val="24"/>
        </w:rPr>
        <w:t xml:space="preserve">- </w:t>
      </w:r>
      <w:r w:rsidR="00C82B5E">
        <w:rPr>
          <w:rFonts w:ascii="Calibri" w:hAnsi="Calibri"/>
          <w:sz w:val="24"/>
          <w:szCs w:val="24"/>
        </w:rPr>
        <w:t xml:space="preserve">Via Castello, 19 – Matera </w:t>
      </w:r>
    </w:p>
    <w:p w:rsidR="0095225D" w:rsidRDefault="00A915DD" w:rsidP="00C82B5E">
      <w:pPr>
        <w:adjustRightInd w:val="0"/>
        <w:ind w:left="4248" w:firstLine="708"/>
        <w:rPr>
          <w:rFonts w:ascii="Calibri" w:hAnsi="Calibri"/>
          <w:sz w:val="24"/>
          <w:szCs w:val="24"/>
        </w:rPr>
      </w:pPr>
      <w:hyperlink r:id="rId8" w:history="1">
        <w:r w:rsidR="007E0387" w:rsidRPr="00C07D27">
          <w:rPr>
            <w:rStyle w:val="Collegamentoipertestuale"/>
            <w:rFonts w:ascii="Calibri" w:hAnsi="Calibri"/>
            <w:sz w:val="24"/>
            <w:szCs w:val="24"/>
          </w:rPr>
          <w:t>mtis01400c@pec.istruzione.it</w:t>
        </w:r>
      </w:hyperlink>
    </w:p>
    <w:p w:rsidR="007E0387" w:rsidRDefault="007E0387" w:rsidP="00C82B5E">
      <w:pPr>
        <w:adjustRightInd w:val="0"/>
        <w:ind w:left="4248" w:firstLine="708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mtis01400c@istruzione.it</w:t>
      </w:r>
    </w:p>
    <w:p w:rsidR="007E0387" w:rsidRDefault="007E0387" w:rsidP="0095225D">
      <w:pPr>
        <w:adjustRightInd w:val="0"/>
        <w:jc w:val="both"/>
        <w:rPr>
          <w:rFonts w:ascii="Calibri" w:hAnsi="Calibri"/>
          <w:sz w:val="24"/>
          <w:szCs w:val="24"/>
        </w:rPr>
      </w:pPr>
    </w:p>
    <w:p w:rsidR="00FF196D" w:rsidRPr="00CD3F71" w:rsidRDefault="00FF196D" w:rsidP="00625548">
      <w:pPr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CD3F71">
        <w:rPr>
          <w:rFonts w:ascii="Calibri" w:hAnsi="Calibri"/>
          <w:sz w:val="24"/>
          <w:szCs w:val="24"/>
        </w:rPr>
        <w:t>Il sottoscritto</w:t>
      </w:r>
      <w:r w:rsidR="002A7CF3">
        <w:rPr>
          <w:rFonts w:ascii="Calibri" w:hAnsi="Calibri"/>
          <w:sz w:val="24"/>
          <w:szCs w:val="24"/>
        </w:rPr>
        <w:t>/a</w:t>
      </w:r>
      <w:r w:rsidR="00625548">
        <w:rPr>
          <w:rFonts w:ascii="Calibri" w:hAnsi="Calibri"/>
          <w:sz w:val="24"/>
          <w:szCs w:val="24"/>
        </w:rPr>
        <w:t xml:space="preserve"> ______________________________________ </w:t>
      </w:r>
      <w:r w:rsidR="002A7CF3">
        <w:rPr>
          <w:rFonts w:ascii="Calibri" w:hAnsi="Calibri"/>
          <w:sz w:val="24"/>
          <w:szCs w:val="24"/>
        </w:rPr>
        <w:t>, nato a</w:t>
      </w:r>
      <w:r w:rsidR="00625548">
        <w:rPr>
          <w:rFonts w:ascii="Calibri" w:hAnsi="Calibri"/>
          <w:sz w:val="24"/>
          <w:szCs w:val="24"/>
        </w:rPr>
        <w:t xml:space="preserve"> ______________________ , </w:t>
      </w:r>
      <w:r w:rsidRPr="00CD3F71">
        <w:rPr>
          <w:rFonts w:ascii="Calibri" w:hAnsi="Calibri"/>
          <w:sz w:val="24"/>
          <w:szCs w:val="24"/>
        </w:rPr>
        <w:t>residente a</w:t>
      </w:r>
      <w:r w:rsidR="00F81900">
        <w:rPr>
          <w:rFonts w:ascii="Calibri" w:hAnsi="Calibri"/>
          <w:sz w:val="24"/>
          <w:szCs w:val="24"/>
        </w:rPr>
        <w:t xml:space="preserve"> ________________________</w:t>
      </w:r>
      <w:r w:rsidR="00625548">
        <w:rPr>
          <w:rFonts w:ascii="Calibri" w:hAnsi="Calibri"/>
          <w:sz w:val="24"/>
          <w:szCs w:val="24"/>
        </w:rPr>
        <w:t>_  C</w:t>
      </w:r>
      <w:r w:rsidR="00F81900">
        <w:rPr>
          <w:rFonts w:ascii="Calibri" w:hAnsi="Calibri"/>
          <w:sz w:val="24"/>
          <w:szCs w:val="24"/>
        </w:rPr>
        <w:t>.F. _______________</w:t>
      </w:r>
      <w:r w:rsidR="00625548">
        <w:rPr>
          <w:rFonts w:ascii="Calibri" w:hAnsi="Calibri"/>
          <w:sz w:val="24"/>
          <w:szCs w:val="24"/>
        </w:rPr>
        <w:t>___</w:t>
      </w:r>
      <w:r w:rsidR="00F81900">
        <w:rPr>
          <w:rFonts w:ascii="Calibri" w:hAnsi="Calibri"/>
          <w:sz w:val="24"/>
          <w:szCs w:val="24"/>
        </w:rPr>
        <w:t>___</w:t>
      </w:r>
      <w:r w:rsidR="00625548">
        <w:rPr>
          <w:rFonts w:ascii="Calibri" w:hAnsi="Calibri"/>
          <w:sz w:val="24"/>
          <w:szCs w:val="24"/>
        </w:rPr>
        <w:t xml:space="preserve">__ </w:t>
      </w:r>
      <w:r w:rsidR="00625548" w:rsidRPr="00CD3F71">
        <w:rPr>
          <w:rFonts w:ascii="Calibri" w:hAnsi="Calibri"/>
          <w:sz w:val="24"/>
          <w:szCs w:val="24"/>
        </w:rPr>
        <w:t>T</w:t>
      </w:r>
      <w:r w:rsidRPr="00CD3F71">
        <w:rPr>
          <w:rFonts w:ascii="Calibri" w:hAnsi="Calibri"/>
          <w:sz w:val="24"/>
          <w:szCs w:val="24"/>
        </w:rPr>
        <w:t>el</w:t>
      </w:r>
      <w:r w:rsidR="00F81900">
        <w:rPr>
          <w:rFonts w:ascii="Calibri" w:hAnsi="Calibri"/>
          <w:sz w:val="24"/>
          <w:szCs w:val="24"/>
        </w:rPr>
        <w:t xml:space="preserve"> </w:t>
      </w:r>
      <w:r w:rsidR="00625548">
        <w:rPr>
          <w:rFonts w:ascii="Calibri" w:hAnsi="Calibri"/>
          <w:sz w:val="24"/>
          <w:szCs w:val="24"/>
        </w:rPr>
        <w:t xml:space="preserve">________________ </w:t>
      </w:r>
      <w:r w:rsidRPr="00CD3F71">
        <w:rPr>
          <w:rFonts w:ascii="Calibri" w:hAnsi="Calibri"/>
          <w:sz w:val="24"/>
          <w:szCs w:val="24"/>
        </w:rPr>
        <w:t xml:space="preserve"> indirizzo di posta elettronica</w:t>
      </w:r>
      <w:r w:rsidR="00625548">
        <w:rPr>
          <w:rFonts w:ascii="Calibri" w:hAnsi="Calibri"/>
          <w:sz w:val="24"/>
          <w:szCs w:val="24"/>
        </w:rPr>
        <w:t xml:space="preserve"> ________________________________</w:t>
      </w:r>
    </w:p>
    <w:p w:rsidR="0095225D" w:rsidRDefault="000C33A7" w:rsidP="00430312">
      <w:pPr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m</w:t>
      </w:r>
      <w:r w:rsidR="00FF196D" w:rsidRPr="00CD3F71">
        <w:rPr>
          <w:rFonts w:ascii="Calibri" w:hAnsi="Calibri"/>
          <w:b/>
          <w:bCs/>
          <w:sz w:val="24"/>
          <w:szCs w:val="24"/>
        </w:rPr>
        <w:t>anifesta</w:t>
      </w:r>
      <w:r>
        <w:rPr>
          <w:rFonts w:ascii="Calibri" w:hAnsi="Calibri"/>
          <w:b/>
          <w:bCs/>
          <w:sz w:val="24"/>
          <w:szCs w:val="24"/>
        </w:rPr>
        <w:t>ndo</w:t>
      </w:r>
      <w:r w:rsidR="00FF196D" w:rsidRPr="00CD3F71">
        <w:rPr>
          <w:rFonts w:ascii="Calibri" w:hAnsi="Calibri"/>
          <w:b/>
          <w:bCs/>
          <w:sz w:val="24"/>
          <w:szCs w:val="24"/>
        </w:rPr>
        <w:t xml:space="preserve"> l’interesse a </w:t>
      </w:r>
      <w:r>
        <w:rPr>
          <w:rFonts w:ascii="Calibri" w:hAnsi="Calibri"/>
          <w:b/>
          <w:bCs/>
          <w:sz w:val="24"/>
          <w:szCs w:val="24"/>
        </w:rPr>
        <w:t>partecipare all’Avviso Pubblico,</w:t>
      </w:r>
      <w:r w:rsidR="00FF196D" w:rsidRPr="00CD3F71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 xml:space="preserve">si </w:t>
      </w:r>
      <w:r w:rsidR="00FF196D" w:rsidRPr="00CD3F71">
        <w:rPr>
          <w:rFonts w:ascii="Calibri" w:hAnsi="Calibri"/>
          <w:b/>
          <w:bCs/>
          <w:sz w:val="24"/>
          <w:szCs w:val="24"/>
        </w:rPr>
        <w:t xml:space="preserve">dichiara </w:t>
      </w:r>
      <w:r>
        <w:rPr>
          <w:rFonts w:ascii="Calibri" w:hAnsi="Calibri"/>
          <w:b/>
          <w:bCs/>
          <w:sz w:val="24"/>
          <w:szCs w:val="24"/>
        </w:rPr>
        <w:t xml:space="preserve">disponibile </w:t>
      </w:r>
      <w:r w:rsidR="00FF196D" w:rsidRPr="00CD3F71">
        <w:rPr>
          <w:rFonts w:ascii="Calibri" w:hAnsi="Calibri"/>
          <w:sz w:val="24"/>
          <w:szCs w:val="24"/>
        </w:rPr>
        <w:t xml:space="preserve">ad ottenere l’incarico di </w:t>
      </w:r>
      <w:r w:rsidR="008A0C09">
        <w:rPr>
          <w:rFonts w:ascii="Calibri" w:hAnsi="Calibri"/>
          <w:sz w:val="24"/>
          <w:szCs w:val="24"/>
        </w:rPr>
        <w:t xml:space="preserve">esperto </w:t>
      </w:r>
      <w:r w:rsidR="00FF196D" w:rsidRPr="00CD3F71">
        <w:rPr>
          <w:rFonts w:ascii="Calibri" w:hAnsi="Calibri"/>
          <w:sz w:val="24"/>
          <w:szCs w:val="24"/>
        </w:rPr>
        <w:t>p</w:t>
      </w:r>
      <w:r>
        <w:rPr>
          <w:rFonts w:ascii="Calibri" w:hAnsi="Calibri"/>
          <w:sz w:val="24"/>
          <w:szCs w:val="24"/>
        </w:rPr>
        <w:t xml:space="preserve">er </w:t>
      </w:r>
      <w:r w:rsidR="001E1C36">
        <w:rPr>
          <w:rFonts w:ascii="Calibri" w:hAnsi="Calibri"/>
          <w:sz w:val="24"/>
          <w:szCs w:val="24"/>
        </w:rPr>
        <w:t xml:space="preserve">il percorso formativo/i percorsi formativi </w:t>
      </w:r>
      <w:r w:rsidR="008A0C09">
        <w:rPr>
          <w:rFonts w:ascii="Calibri" w:hAnsi="Calibri"/>
          <w:sz w:val="24"/>
          <w:szCs w:val="24"/>
        </w:rPr>
        <w:t>p</w:t>
      </w:r>
      <w:r w:rsidR="00FF196D" w:rsidRPr="00CD3F71">
        <w:rPr>
          <w:rFonts w:ascii="Calibri" w:hAnsi="Calibri"/>
          <w:sz w:val="24"/>
          <w:szCs w:val="24"/>
        </w:rPr>
        <w:t xml:space="preserve">resso: </w:t>
      </w:r>
    </w:p>
    <w:p w:rsidR="00430312" w:rsidRPr="00F81900" w:rsidRDefault="00430312" w:rsidP="0095225D">
      <w:pPr>
        <w:adjustRightInd w:val="0"/>
        <w:spacing w:line="360" w:lineRule="auto"/>
        <w:jc w:val="both"/>
        <w:rPr>
          <w:rFonts w:ascii="Calibri" w:hAnsi="Calibri"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827"/>
        <w:gridCol w:w="142"/>
        <w:gridCol w:w="2551"/>
        <w:gridCol w:w="1276"/>
      </w:tblGrid>
      <w:tr w:rsidR="00430312" w:rsidRPr="006757D5" w:rsidTr="00F81900">
        <w:trPr>
          <w:trHeight w:val="548"/>
        </w:trPr>
        <w:tc>
          <w:tcPr>
            <w:tcW w:w="2093" w:type="dxa"/>
            <w:shd w:val="clear" w:color="auto" w:fill="CCC0D9" w:themeFill="accent4" w:themeFillTint="66"/>
            <w:vAlign w:val="center"/>
          </w:tcPr>
          <w:p w:rsidR="00430312" w:rsidRPr="00B458B8" w:rsidRDefault="00430312" w:rsidP="00621DD9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vertAlign w:val="superscript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PRIORITA’ FORMATIVA</w:t>
            </w:r>
          </w:p>
        </w:tc>
        <w:tc>
          <w:tcPr>
            <w:tcW w:w="3969" w:type="dxa"/>
            <w:gridSpan w:val="2"/>
            <w:shd w:val="clear" w:color="auto" w:fill="CCC0D9" w:themeFill="accent4" w:themeFillTint="66"/>
            <w:vAlign w:val="center"/>
          </w:tcPr>
          <w:p w:rsidR="00430312" w:rsidRPr="00B458B8" w:rsidRDefault="00430312" w:rsidP="00621DD9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AZIONE FORMATIVA</w:t>
            </w:r>
          </w:p>
        </w:tc>
        <w:tc>
          <w:tcPr>
            <w:tcW w:w="2551" w:type="dxa"/>
            <w:shd w:val="clear" w:color="auto" w:fill="CCC0D9" w:themeFill="accent4" w:themeFillTint="66"/>
            <w:vAlign w:val="center"/>
          </w:tcPr>
          <w:p w:rsidR="00430312" w:rsidRPr="00B458B8" w:rsidRDefault="00430312" w:rsidP="00621DD9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 xml:space="preserve">SCUOLE </w:t>
            </w:r>
          </w:p>
          <w:p w:rsidR="00430312" w:rsidRPr="00B458B8" w:rsidRDefault="00430312" w:rsidP="00621DD9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Punti di erogazione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430312" w:rsidRPr="00B458B8" w:rsidRDefault="00430312" w:rsidP="00430312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95225D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PREFERENZA</w:t>
            </w:r>
          </w:p>
        </w:tc>
      </w:tr>
      <w:tr w:rsidR="0035769E" w:rsidRPr="00B322AB" w:rsidTr="00F81900">
        <w:trPr>
          <w:trHeight w:val="340"/>
        </w:trPr>
        <w:tc>
          <w:tcPr>
            <w:tcW w:w="9889" w:type="dxa"/>
            <w:gridSpan w:val="5"/>
            <w:shd w:val="clear" w:color="auto" w:fill="FBD4B4" w:themeFill="accent6" w:themeFillTint="66"/>
            <w:vAlign w:val="center"/>
          </w:tcPr>
          <w:p w:rsidR="0035769E" w:rsidRPr="00773AA9" w:rsidRDefault="0035769E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430312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DOCENTI SCUOLA DELL’INFANZIA</w:t>
            </w:r>
          </w:p>
        </w:tc>
      </w:tr>
      <w:tr w:rsidR="00430312" w:rsidRPr="00B322AB" w:rsidTr="00F81900">
        <w:trPr>
          <w:trHeight w:val="340"/>
        </w:trPr>
        <w:tc>
          <w:tcPr>
            <w:tcW w:w="2093" w:type="dxa"/>
            <w:vMerge w:val="restart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4.2  Didattica per competenze, innovazione metodologica e competenze di base</w:t>
            </w:r>
          </w:p>
        </w:tc>
        <w:tc>
          <w:tcPr>
            <w:tcW w:w="3827" w:type="dxa"/>
            <w:vAlign w:val="center"/>
          </w:tcPr>
          <w:p w:rsidR="00430312" w:rsidRPr="00773AA9" w:rsidRDefault="00430312" w:rsidP="00621DD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73AA9">
              <w:rPr>
                <w:rFonts w:asciiTheme="minorHAnsi" w:hAnsiTheme="minorHAnsi" w:cstheme="minorHAnsi"/>
                <w:sz w:val="21"/>
                <w:szCs w:val="21"/>
              </w:rPr>
              <w:t>Educazione socio-emozionale</w:t>
            </w:r>
          </w:p>
        </w:tc>
        <w:tc>
          <w:tcPr>
            <w:tcW w:w="2693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I.C. MIGLIONICO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340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sz w:val="21"/>
                <w:szCs w:val="21"/>
              </w:rPr>
              <w:t>Educazione socio-emozionale</w:t>
            </w:r>
          </w:p>
        </w:tc>
        <w:tc>
          <w:tcPr>
            <w:tcW w:w="2693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I.C. BERNALDA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340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sz w:val="21"/>
                <w:szCs w:val="21"/>
              </w:rPr>
              <w:t>Educazione socio-emozionale</w:t>
            </w:r>
          </w:p>
        </w:tc>
        <w:tc>
          <w:tcPr>
            <w:tcW w:w="2693" w:type="dxa"/>
            <w:gridSpan w:val="2"/>
            <w:vAlign w:val="center"/>
          </w:tcPr>
          <w:p w:rsidR="00430312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I.I.S. “Carlo Levi”- </w:t>
            </w:r>
            <w:r w:rsidR="00430312"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TRICARICO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340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sz w:val="21"/>
                <w:szCs w:val="21"/>
              </w:rPr>
              <w:t>Educazione socio-emozionale</w:t>
            </w:r>
          </w:p>
        </w:tc>
        <w:tc>
          <w:tcPr>
            <w:tcW w:w="2693" w:type="dxa"/>
            <w:gridSpan w:val="2"/>
            <w:vAlign w:val="center"/>
          </w:tcPr>
          <w:p w:rsidR="00430312" w:rsidRPr="00773AA9" w:rsidRDefault="00430312" w:rsidP="00F81900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I.C.</w:t>
            </w:r>
            <w:r w:rsidR="00F81900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n. 4  “Fermi” -  M</w:t>
            </w: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ATERA              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340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73AA9">
              <w:rPr>
                <w:rFonts w:asciiTheme="minorHAnsi" w:hAnsiTheme="minorHAnsi" w:cstheme="minorHAnsi"/>
                <w:sz w:val="21"/>
                <w:szCs w:val="21"/>
              </w:rPr>
              <w:t xml:space="preserve">Cooding per l’infanzia </w:t>
            </w:r>
          </w:p>
        </w:tc>
        <w:tc>
          <w:tcPr>
            <w:tcW w:w="2693" w:type="dxa"/>
            <w:gridSpan w:val="2"/>
            <w:vAlign w:val="center"/>
          </w:tcPr>
          <w:p w:rsidR="00430312" w:rsidRPr="00773AA9" w:rsidRDefault="00430312" w:rsidP="00F81900">
            <w:pPr>
              <w:adjustRightInd w:val="0"/>
              <w:ind w:left="-108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I.C. n. 4 – </w:t>
            </w:r>
            <w:r w:rsidR="00F81900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“Fermi” - M</w:t>
            </w: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ATERA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ind w:left="-108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340"/>
        </w:trPr>
        <w:tc>
          <w:tcPr>
            <w:tcW w:w="9889" w:type="dxa"/>
            <w:gridSpan w:val="5"/>
            <w:shd w:val="clear" w:color="auto" w:fill="FBD4B4" w:themeFill="accent6" w:themeFillTint="66"/>
            <w:vAlign w:val="center"/>
          </w:tcPr>
          <w:p w:rsidR="0035769E" w:rsidRPr="00773AA9" w:rsidRDefault="0035769E" w:rsidP="00621DD9">
            <w:pPr>
              <w:adjustRightInd w:val="0"/>
              <w:ind w:left="-108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4303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DOCENTI SCUOLA PRIMARIA</w:t>
            </w: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 w:val="restart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4.2  Didattica per competenze, innovazione metodologica e competenze di base</w:t>
            </w: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bookmarkStart w:id="0" w:name="_GoBack"/>
            <w:bookmarkEnd w:id="0"/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Introduzione alla programmazione  “a ritroso” e alla progettazione dei curriculi per competenze </w:t>
            </w:r>
          </w:p>
        </w:tc>
        <w:tc>
          <w:tcPr>
            <w:tcW w:w="2551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color w:val="FF0000"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“Carlo Levi”             TRICARICO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Introduzione alla programmazione  “a ritroso” e alla progettazione dei curriculi per competenze</w:t>
            </w:r>
          </w:p>
        </w:tc>
        <w:tc>
          <w:tcPr>
            <w:tcW w:w="2551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- </w:t>
            </w: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MATERA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283"/>
        </w:trPr>
        <w:tc>
          <w:tcPr>
            <w:tcW w:w="2093" w:type="dxa"/>
            <w:vMerge w:val="restart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4.3                         Competenze digitali e nuovi ambienti per l’apprendimento</w:t>
            </w: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Metodologie didattiche di insegnamento e apprendimento orientate all’uso delle tecnologie digitali</w:t>
            </w:r>
          </w:p>
        </w:tc>
        <w:tc>
          <w:tcPr>
            <w:tcW w:w="2551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I.C. BERNALDA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ind w:right="-108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Metodologie didattiche di insegnamento e apprendimento orientate all’uso delle tecnologie digitali</w:t>
            </w:r>
          </w:p>
        </w:tc>
        <w:tc>
          <w:tcPr>
            <w:tcW w:w="2551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“Carlo Levi”             TRICARICO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Metodologie didattiche di insegnamento e apprendimento orientate all’uso delle tecnologie digitali</w:t>
            </w:r>
          </w:p>
        </w:tc>
        <w:tc>
          <w:tcPr>
            <w:tcW w:w="2551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I.I.S. “A. Turi” - MATERA </w:t>
            </w:r>
          </w:p>
        </w:tc>
        <w:tc>
          <w:tcPr>
            <w:tcW w:w="1276" w:type="dxa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didattica, pensiero computazionale e creatività, contenuti digitali</w:t>
            </w:r>
          </w:p>
        </w:tc>
        <w:tc>
          <w:tcPr>
            <w:tcW w:w="2551" w:type="dxa"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I.C. MIGLIONICO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didattica, pensiero computazionale e creatività, contenuti digitali</w:t>
            </w:r>
          </w:p>
        </w:tc>
        <w:tc>
          <w:tcPr>
            <w:tcW w:w="2551" w:type="dxa"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 - MATERA</w:t>
            </w:r>
          </w:p>
        </w:tc>
        <w:tc>
          <w:tcPr>
            <w:tcW w:w="1276" w:type="dxa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794"/>
        </w:trPr>
        <w:tc>
          <w:tcPr>
            <w:tcW w:w="2093" w:type="dxa"/>
            <w:vMerge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didattica, pensiero computazionale e creatività, contenuti digitali</w:t>
            </w:r>
          </w:p>
        </w:tc>
        <w:tc>
          <w:tcPr>
            <w:tcW w:w="2551" w:type="dxa"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 Bernalda- Ferrandina (sede di Ferrandina)</w:t>
            </w:r>
          </w:p>
        </w:tc>
        <w:tc>
          <w:tcPr>
            <w:tcW w:w="1276" w:type="dxa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567"/>
        </w:trPr>
        <w:tc>
          <w:tcPr>
            <w:tcW w:w="2093" w:type="dxa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4.4</w:t>
            </w: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                        Competenze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di lingua straniera</w:t>
            </w:r>
          </w:p>
        </w:tc>
        <w:tc>
          <w:tcPr>
            <w:tcW w:w="3969" w:type="dxa"/>
            <w:gridSpan w:val="2"/>
            <w:vAlign w:val="center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D134F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Percorsi di formazione linguistica e metodologica</w:t>
            </w:r>
          </w:p>
        </w:tc>
        <w:tc>
          <w:tcPr>
            <w:tcW w:w="2551" w:type="dxa"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 - MATERA</w:t>
            </w:r>
          </w:p>
        </w:tc>
        <w:tc>
          <w:tcPr>
            <w:tcW w:w="1276" w:type="dxa"/>
          </w:tcPr>
          <w:p w:rsidR="00430312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329"/>
        </w:trPr>
        <w:tc>
          <w:tcPr>
            <w:tcW w:w="2093" w:type="dxa"/>
            <w:vMerge w:val="restart"/>
            <w:vAlign w:val="center"/>
          </w:tcPr>
          <w:p w:rsidR="00430312" w:rsidRPr="000A66AC" w:rsidRDefault="00430312" w:rsidP="00621DD9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 xml:space="preserve">4.5                   Inclusione e disabilità </w:t>
            </w:r>
          </w:p>
        </w:tc>
        <w:tc>
          <w:tcPr>
            <w:tcW w:w="3969" w:type="dxa"/>
            <w:gridSpan w:val="2"/>
            <w:vAlign w:val="center"/>
          </w:tcPr>
          <w:p w:rsidR="00430312" w:rsidRPr="003973B7" w:rsidRDefault="00430312" w:rsidP="00621DD9">
            <w:pPr>
              <w:adjustRightInd w:val="0"/>
              <w:jc w:val="center"/>
              <w:rPr>
                <w:rFonts w:ascii="Calibri" w:hAnsi="Calibri" w:cs="Arial"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Cs/>
                <w:sz w:val="21"/>
                <w:szCs w:val="21"/>
                <w:lang w:eastAsia="en-US"/>
              </w:rPr>
              <w:t>Didattica inclusiva</w:t>
            </w:r>
          </w:p>
        </w:tc>
        <w:tc>
          <w:tcPr>
            <w:tcW w:w="2551" w:type="dxa"/>
            <w:vAlign w:val="center"/>
          </w:tcPr>
          <w:p w:rsidR="00430312" w:rsidRPr="003973B7" w:rsidRDefault="00430312" w:rsidP="00621DD9">
            <w:pPr>
              <w:adjustRightInd w:val="0"/>
              <w:jc w:val="center"/>
              <w:rPr>
                <w:rFonts w:ascii="Calibri" w:hAnsi="Calibri" w:cs="Arial"/>
                <w:bCs/>
                <w:color w:val="FF0000"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Cs/>
                <w:sz w:val="21"/>
                <w:szCs w:val="21"/>
                <w:lang w:eastAsia="en-US"/>
              </w:rPr>
              <w:t xml:space="preserve">I.I.S. “A. Turi” - MATERA </w:t>
            </w:r>
          </w:p>
        </w:tc>
        <w:tc>
          <w:tcPr>
            <w:tcW w:w="1276" w:type="dxa"/>
          </w:tcPr>
          <w:p w:rsidR="00430312" w:rsidRDefault="00430312" w:rsidP="00621DD9">
            <w:pPr>
              <w:adjustRightInd w:val="0"/>
              <w:jc w:val="center"/>
              <w:rPr>
                <w:rFonts w:ascii="Calibri" w:hAnsi="Calibri" w:cs="Arial"/>
                <w:bCs/>
                <w:sz w:val="21"/>
                <w:szCs w:val="21"/>
                <w:lang w:eastAsia="en-US"/>
              </w:rPr>
            </w:pPr>
          </w:p>
        </w:tc>
      </w:tr>
      <w:tr w:rsidR="00430312" w:rsidRPr="00B322AB" w:rsidTr="00F81900">
        <w:trPr>
          <w:trHeight w:val="419"/>
        </w:trPr>
        <w:tc>
          <w:tcPr>
            <w:tcW w:w="2093" w:type="dxa"/>
            <w:vMerge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="Calibri" w:hAnsi="Calibri" w:cs="Arial"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Cs/>
                <w:sz w:val="21"/>
                <w:szCs w:val="21"/>
                <w:lang w:eastAsia="en-US"/>
              </w:rPr>
              <w:t>Didattica inclusiva</w:t>
            </w:r>
          </w:p>
        </w:tc>
        <w:tc>
          <w:tcPr>
            <w:tcW w:w="2551" w:type="dxa"/>
            <w:vAlign w:val="center"/>
          </w:tcPr>
          <w:p w:rsidR="00430312" w:rsidRDefault="00430312" w:rsidP="00621DD9">
            <w:pPr>
              <w:adjustRightInd w:val="0"/>
              <w:jc w:val="center"/>
              <w:rPr>
                <w:rFonts w:ascii="Calibri" w:hAnsi="Calibri" w:cs="Arial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“Carlo Levi”             TRICARICO</w:t>
            </w:r>
          </w:p>
        </w:tc>
        <w:tc>
          <w:tcPr>
            <w:tcW w:w="1276" w:type="dxa"/>
          </w:tcPr>
          <w:p w:rsidR="00430312" w:rsidRPr="00773AA9" w:rsidRDefault="00430312" w:rsidP="00621DD9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</w:tbl>
    <w:tbl>
      <w:tblPr>
        <w:tblpPr w:leftFromText="141" w:rightFromText="141" w:vertAnchor="text" w:horzAnchor="margin" w:tblpY="-1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969"/>
        <w:gridCol w:w="2551"/>
        <w:gridCol w:w="1276"/>
      </w:tblGrid>
      <w:tr w:rsidR="0035769E" w:rsidRPr="006757D5" w:rsidTr="00F81900">
        <w:trPr>
          <w:trHeight w:val="901"/>
        </w:trPr>
        <w:tc>
          <w:tcPr>
            <w:tcW w:w="2093" w:type="dxa"/>
            <w:shd w:val="clear" w:color="auto" w:fill="CCC0D9" w:themeFill="accent4" w:themeFillTint="66"/>
            <w:vAlign w:val="center"/>
          </w:tcPr>
          <w:p w:rsidR="0035769E" w:rsidRPr="00B458B8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vertAlign w:val="superscript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lastRenderedPageBreak/>
              <w:t>PRIORITA’ FORMATIVA</w:t>
            </w:r>
          </w:p>
        </w:tc>
        <w:tc>
          <w:tcPr>
            <w:tcW w:w="3969" w:type="dxa"/>
            <w:shd w:val="clear" w:color="auto" w:fill="CCC0D9" w:themeFill="accent4" w:themeFillTint="66"/>
            <w:vAlign w:val="center"/>
          </w:tcPr>
          <w:p w:rsidR="0035769E" w:rsidRPr="00B458B8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AZIONE FORMATIVA</w:t>
            </w:r>
          </w:p>
        </w:tc>
        <w:tc>
          <w:tcPr>
            <w:tcW w:w="2551" w:type="dxa"/>
            <w:shd w:val="clear" w:color="auto" w:fill="CCC0D9" w:themeFill="accent4" w:themeFillTint="66"/>
            <w:vAlign w:val="center"/>
          </w:tcPr>
          <w:p w:rsidR="0035769E" w:rsidRPr="00B458B8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 xml:space="preserve">SCUOLE </w:t>
            </w:r>
          </w:p>
          <w:p w:rsidR="0035769E" w:rsidRPr="00B458B8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B458B8"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Punti di erogazione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35769E" w:rsidRPr="00B458B8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 w:rsidRPr="0095225D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PREFERENZA</w:t>
            </w:r>
          </w:p>
        </w:tc>
      </w:tr>
      <w:tr w:rsidR="0035769E" w:rsidRPr="00B322AB" w:rsidTr="00F81900">
        <w:trPr>
          <w:trHeight w:val="454"/>
        </w:trPr>
        <w:tc>
          <w:tcPr>
            <w:tcW w:w="9889" w:type="dxa"/>
            <w:gridSpan w:val="4"/>
            <w:shd w:val="clear" w:color="auto" w:fill="FBD4B4" w:themeFill="accent6" w:themeFillTint="66"/>
            <w:vAlign w:val="center"/>
          </w:tcPr>
          <w:p w:rsidR="0035769E" w:rsidRPr="00134A3E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 w:rsidRPr="00134A3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DOCENTI SCUOLA 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SECONDARIA DI PRIMO GRADO</w:t>
            </w:r>
          </w:p>
        </w:tc>
      </w:tr>
      <w:tr w:rsidR="0035769E" w:rsidRPr="00B322AB" w:rsidTr="00F81900">
        <w:trPr>
          <w:trHeight w:val="680"/>
        </w:trPr>
        <w:tc>
          <w:tcPr>
            <w:tcW w:w="2093" w:type="dxa"/>
            <w:vMerge w:val="restart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4.2  Didattica per competenze, innovazione metodologica e competenze di base</w:t>
            </w: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Didattica per competenze: </w:t>
            </w:r>
            <w:r w:rsidRPr="000479B5">
              <w:rPr>
                <w:rFonts w:asciiTheme="minorHAnsi" w:hAnsiTheme="minorHAnsi" w:cstheme="minorHAnsi"/>
                <w:sz w:val="21"/>
                <w:szCs w:val="21"/>
              </w:rPr>
              <w:t>valutazione e certificazione delle competenze</w:t>
            </w:r>
          </w:p>
        </w:tc>
        <w:tc>
          <w:tcPr>
            <w:tcW w:w="2551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I.C.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BERNALDA 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680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Didattica per competenze: </w:t>
            </w:r>
            <w:r w:rsidRPr="000479B5">
              <w:rPr>
                <w:rFonts w:asciiTheme="minorHAnsi" w:hAnsiTheme="minorHAnsi" w:cstheme="minorHAnsi"/>
                <w:sz w:val="21"/>
                <w:szCs w:val="21"/>
              </w:rPr>
              <w:t>valutazione e certificazione delle competenze</w:t>
            </w:r>
          </w:p>
        </w:tc>
        <w:tc>
          <w:tcPr>
            <w:tcW w:w="2551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- </w:t>
            </w: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MATERA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4.3                         Competenze digitali e nuovi ambienti per l’apprendimento</w:t>
            </w: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didattica, creatività e competenze digitali, contenuti digitali</w:t>
            </w:r>
          </w:p>
        </w:tc>
        <w:tc>
          <w:tcPr>
            <w:tcW w:w="2551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- </w:t>
            </w: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MATERA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454"/>
        </w:trPr>
        <w:tc>
          <w:tcPr>
            <w:tcW w:w="2093" w:type="dxa"/>
            <w:vMerge w:val="restart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4.4</w:t>
            </w: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                        Competenze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di lingua straniera</w:t>
            </w: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Percorsi di formazione linguistica e metodologica</w:t>
            </w:r>
          </w:p>
        </w:tc>
        <w:tc>
          <w:tcPr>
            <w:tcW w:w="2551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“Carlo Levi”             TRICARICO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454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ind w:right="-108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Percorsi di formazione linguistica e metodologica</w:t>
            </w:r>
          </w:p>
        </w:tc>
        <w:tc>
          <w:tcPr>
            <w:tcW w:w="2551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- </w:t>
            </w: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T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 w:val="restart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4.5                   Inclusione e disabilità</w:t>
            </w: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Didattica inclusiva: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</w:t>
            </w: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programmare per I.C.F.</w:t>
            </w:r>
          </w:p>
        </w:tc>
        <w:tc>
          <w:tcPr>
            <w:tcW w:w="2551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“Carlo Levi”             TRICARICO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454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inclusiva: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</w:t>
            </w: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program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mare</w:t>
            </w:r>
            <w:r w:rsidRPr="00E30501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per I.C.F.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 - MT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CD726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Percorsi di tipo specialistico legati al fenomeno del bullismo e del cyberbullismo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 - MATERA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454"/>
        </w:trPr>
        <w:tc>
          <w:tcPr>
            <w:tcW w:w="9889" w:type="dxa"/>
            <w:gridSpan w:val="4"/>
            <w:shd w:val="clear" w:color="auto" w:fill="FBD4B4" w:themeFill="accent6" w:themeFillTint="66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134A3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DOCENTI SCUOLA 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SECONDARIA DI SECONDO GRADO</w:t>
            </w:r>
          </w:p>
        </w:tc>
      </w:tr>
      <w:tr w:rsidR="0035769E" w:rsidRPr="00B322AB" w:rsidTr="00F81900">
        <w:trPr>
          <w:trHeight w:val="624"/>
        </w:trPr>
        <w:tc>
          <w:tcPr>
            <w:tcW w:w="2093" w:type="dxa"/>
            <w:vMerge w:val="restart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4.2  Didattica per competenze, innovazione metodologica e competenze di base</w:t>
            </w: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CD726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per competenze: valutazione e certificazione delle competenze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 - MATERA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624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CD726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per competenze: valutazione e certificazione delle competenze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 I.I.S. “I. Morra” MATERA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624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CD726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per competenze: valutazione e certificazione delle competenze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 “Pentasuglia”  MATERA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 w:val="restart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4.3                         Competenze digitali e nuovi ambienti per l’apprendimento</w:t>
            </w: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01129A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 e competenze digitali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773AA9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“Carlo Levi”             TRICARICO</w:t>
            </w:r>
          </w:p>
        </w:tc>
        <w:tc>
          <w:tcPr>
            <w:tcW w:w="1276" w:type="dxa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Default="0035769E" w:rsidP="0035769E">
            <w:pPr>
              <w:jc w:val="center"/>
            </w:pPr>
            <w:r w:rsidRPr="00000CB8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 e competenze digitali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 Bernalda-Ferran (sede di Bernalda)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Default="0035769E" w:rsidP="0035769E">
            <w:pPr>
              <w:jc w:val="center"/>
            </w:pPr>
            <w:r w:rsidRPr="00000CB8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 e competenze digitali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 MATERA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Default="0035769E" w:rsidP="0035769E">
            <w:pPr>
              <w:jc w:val="center"/>
            </w:pPr>
            <w:r w:rsidRPr="00000CB8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Ambienti di apprendimento: Innovazione didattica e competenze digitali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 “Pentasuglia” MATERA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227"/>
        </w:trPr>
        <w:tc>
          <w:tcPr>
            <w:tcW w:w="2093" w:type="dxa"/>
            <w:vMerge w:val="restart"/>
            <w:vAlign w:val="center"/>
          </w:tcPr>
          <w:p w:rsidR="0035769E" w:rsidRPr="00773AA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4.5                   Inclusione e disabilità</w:t>
            </w: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inclusiva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“I. Morra” - MT</w:t>
            </w:r>
          </w:p>
        </w:tc>
        <w:tc>
          <w:tcPr>
            <w:tcW w:w="1276" w:type="dxa"/>
          </w:tcPr>
          <w:p w:rsidR="0035769E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340"/>
        </w:trPr>
        <w:tc>
          <w:tcPr>
            <w:tcW w:w="2093" w:type="dxa"/>
            <w:vMerge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inclusiva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jc w:val="center"/>
            </w:pP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I.I.S. “A. Turi”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- </w:t>
            </w: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T</w:t>
            </w:r>
          </w:p>
        </w:tc>
        <w:tc>
          <w:tcPr>
            <w:tcW w:w="1276" w:type="dxa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340"/>
        </w:trPr>
        <w:tc>
          <w:tcPr>
            <w:tcW w:w="2093" w:type="dxa"/>
            <w:vMerge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inclusiva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jc w:val="center"/>
            </w:pP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I.I.S. “A. Turi”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- </w:t>
            </w: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M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T</w:t>
            </w:r>
          </w:p>
        </w:tc>
        <w:tc>
          <w:tcPr>
            <w:tcW w:w="1276" w:type="dxa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Merge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5769E" w:rsidRPr="00CD7269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01129A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Didattica inclusiva anche con l’uso delle tecn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.</w:t>
            </w:r>
            <w:r w:rsidRPr="0001129A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digitali: docenti serale e musicale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(docenti di ogni ordine e grado)</w:t>
            </w:r>
          </w:p>
        </w:tc>
        <w:tc>
          <w:tcPr>
            <w:tcW w:w="2551" w:type="dxa"/>
            <w:vAlign w:val="center"/>
          </w:tcPr>
          <w:p w:rsidR="0035769E" w:rsidRDefault="0035769E" w:rsidP="0035769E">
            <w:pPr>
              <w:jc w:val="center"/>
            </w:pP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- MT</w:t>
            </w:r>
          </w:p>
        </w:tc>
        <w:tc>
          <w:tcPr>
            <w:tcW w:w="1276" w:type="dxa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4.6 - Coesione sociale e prevenzione del disagio giovanile globale</w:t>
            </w:r>
          </w:p>
        </w:tc>
        <w:tc>
          <w:tcPr>
            <w:tcW w:w="3969" w:type="dxa"/>
            <w:vAlign w:val="center"/>
          </w:tcPr>
          <w:p w:rsidR="0035769E" w:rsidRPr="0001129A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D0958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Percorsi di tipo specialistico legati al fenomeno del bullismo e del cyberbullismo</w:t>
            </w:r>
          </w:p>
        </w:tc>
        <w:tc>
          <w:tcPr>
            <w:tcW w:w="2551" w:type="dxa"/>
            <w:vAlign w:val="center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- MT</w:t>
            </w:r>
          </w:p>
        </w:tc>
        <w:tc>
          <w:tcPr>
            <w:tcW w:w="1276" w:type="dxa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  <w:tr w:rsidR="0035769E" w:rsidRPr="00B322AB" w:rsidTr="00F81900">
        <w:trPr>
          <w:trHeight w:val="567"/>
        </w:trPr>
        <w:tc>
          <w:tcPr>
            <w:tcW w:w="2093" w:type="dxa"/>
            <w:vAlign w:val="center"/>
          </w:tcPr>
          <w:p w:rsidR="0035769E" w:rsidRDefault="0035769E" w:rsidP="0035769E">
            <w:pPr>
              <w:adjustRightInd w:val="0"/>
              <w:jc w:val="center"/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US"/>
              </w:rPr>
              <w:t>4.8 Scuola - Lavoro</w:t>
            </w:r>
          </w:p>
        </w:tc>
        <w:tc>
          <w:tcPr>
            <w:tcW w:w="3969" w:type="dxa"/>
            <w:vAlign w:val="center"/>
          </w:tcPr>
          <w:p w:rsidR="0035769E" w:rsidRPr="0001129A" w:rsidRDefault="0035769E" w:rsidP="0035769E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ED0958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Imprenditorialità e spirito di iniziativa</w:t>
            </w:r>
          </w:p>
        </w:tc>
        <w:tc>
          <w:tcPr>
            <w:tcW w:w="2551" w:type="dxa"/>
            <w:vAlign w:val="center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  <w:r w:rsidRPr="00C965AD"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>I.I.S. “A. Turi”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  <w:t xml:space="preserve"> - MT</w:t>
            </w:r>
          </w:p>
        </w:tc>
        <w:tc>
          <w:tcPr>
            <w:tcW w:w="1276" w:type="dxa"/>
          </w:tcPr>
          <w:p w:rsidR="0035769E" w:rsidRPr="00C965AD" w:rsidRDefault="0035769E" w:rsidP="0035769E">
            <w:pPr>
              <w:jc w:val="center"/>
              <w:rPr>
                <w:rFonts w:asciiTheme="minorHAnsi" w:hAnsiTheme="minorHAnsi" w:cstheme="minorHAnsi"/>
                <w:bCs/>
                <w:sz w:val="21"/>
                <w:szCs w:val="21"/>
                <w:lang w:eastAsia="en-US"/>
              </w:rPr>
            </w:pPr>
          </w:p>
        </w:tc>
      </w:tr>
    </w:tbl>
    <w:p w:rsidR="002008CA" w:rsidRDefault="0095225D" w:rsidP="002008CA">
      <w:pPr>
        <w:adjustRightInd w:val="0"/>
        <w:jc w:val="both"/>
        <w:rPr>
          <w:rFonts w:ascii="Calibri" w:hAnsi="Calibri" w:cs="Arial"/>
          <w:bCs/>
          <w:lang w:eastAsia="en-US"/>
        </w:rPr>
      </w:pPr>
      <w:r w:rsidRPr="002E1019">
        <w:rPr>
          <w:rFonts w:ascii="Calibri" w:hAnsi="Calibri"/>
          <w:i/>
          <w:iCs/>
          <w:color w:val="FF0000"/>
          <w:sz w:val="22"/>
          <w:szCs w:val="22"/>
        </w:rPr>
        <w:t>(E’ consentito indic</w:t>
      </w:r>
      <w:r>
        <w:rPr>
          <w:rFonts w:ascii="Calibri" w:hAnsi="Calibri"/>
          <w:i/>
          <w:iCs/>
          <w:color w:val="FF0000"/>
          <w:sz w:val="22"/>
          <w:szCs w:val="22"/>
        </w:rPr>
        <w:t>are tutti i Punti di erogazione,</w:t>
      </w:r>
      <w:r w:rsidRPr="002E1019">
        <w:rPr>
          <w:rFonts w:ascii="Calibri" w:hAnsi="Calibri"/>
          <w:i/>
          <w:iCs/>
          <w:color w:val="FF0000"/>
          <w:sz w:val="22"/>
          <w:szCs w:val="22"/>
        </w:rPr>
        <w:t xml:space="preserve"> esprimendo con una X la preferenza</w:t>
      </w:r>
      <w:r>
        <w:rPr>
          <w:rFonts w:ascii="Calibri" w:hAnsi="Calibri"/>
          <w:i/>
          <w:iCs/>
          <w:color w:val="FF0000"/>
          <w:sz w:val="22"/>
          <w:szCs w:val="22"/>
        </w:rPr>
        <w:t xml:space="preserve"> per l’azione o per le azioni formative a cui intende candidarsi)</w:t>
      </w:r>
    </w:p>
    <w:p w:rsidR="00FF196D" w:rsidRPr="006E180C" w:rsidRDefault="00092192" w:rsidP="00FF196D">
      <w:pPr>
        <w:adjustRightInd w:val="0"/>
        <w:spacing w:line="360" w:lineRule="auto"/>
        <w:jc w:val="center"/>
        <w:rPr>
          <w:rFonts w:ascii="Calibri" w:hAnsi="Calibri"/>
          <w:i/>
          <w:iCs/>
          <w:color w:val="FF0000"/>
          <w:sz w:val="24"/>
          <w:szCs w:val="24"/>
        </w:rPr>
      </w:pPr>
      <w:r w:rsidRPr="006E180C">
        <w:rPr>
          <w:rFonts w:ascii="Calibri" w:hAnsi="Calibri"/>
          <w:b/>
          <w:bCs/>
          <w:sz w:val="24"/>
          <w:szCs w:val="24"/>
        </w:rPr>
        <w:lastRenderedPageBreak/>
        <w:t xml:space="preserve">DICHIARA </w:t>
      </w:r>
      <w:r w:rsidR="00FF196D" w:rsidRPr="006E180C">
        <w:rPr>
          <w:rFonts w:ascii="Calibri" w:hAnsi="Calibri"/>
          <w:b/>
          <w:bCs/>
          <w:sz w:val="24"/>
          <w:szCs w:val="24"/>
        </w:rPr>
        <w:t>di</w:t>
      </w:r>
    </w:p>
    <w:tbl>
      <w:tblPr>
        <w:tblW w:w="985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"/>
        <w:gridCol w:w="9374"/>
      </w:tblGrid>
      <w:tr w:rsidR="0032387A" w:rsidRPr="006E180C" w:rsidTr="00F81900">
        <w:tc>
          <w:tcPr>
            <w:tcW w:w="477" w:type="dxa"/>
            <w:shd w:val="clear" w:color="auto" w:fill="auto"/>
          </w:tcPr>
          <w:p w:rsidR="0032387A" w:rsidRPr="006E180C" w:rsidRDefault="0032387A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32387A" w:rsidRPr="006E180C" w:rsidRDefault="0032387A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Godere dei diritti politici</w:t>
            </w:r>
          </w:p>
        </w:tc>
      </w:tr>
      <w:tr w:rsidR="00FF196D" w:rsidRPr="006E180C" w:rsidTr="00F81900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Non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avere condanne penali o procedimenti penali in corso</w:t>
            </w:r>
          </w:p>
        </w:tc>
      </w:tr>
      <w:tr w:rsidR="00FF196D" w:rsidRPr="006E180C" w:rsidTr="00F81900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Autorizzare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l’Istituzione al trattamento, anche in modo informatizzato, dei dati personali ai sensi dell’art. 10 della legge 675/96</w:t>
            </w:r>
          </w:p>
        </w:tc>
      </w:tr>
      <w:tr w:rsidR="00FF196D" w:rsidRPr="006E180C" w:rsidTr="00F81900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Essere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consapevole delle sanzioni penali e dei provvedimenti previsti nel caso di dichiarazioni non veritiere, richiamate agli art. 75-76 del DPR 445/2000</w:t>
            </w:r>
          </w:p>
        </w:tc>
      </w:tr>
      <w:tr w:rsidR="00FF196D" w:rsidRPr="006E180C" w:rsidTr="00F81900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Voler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assumere l’incarico di </w:t>
            </w:r>
            <w:r>
              <w:rPr>
                <w:rFonts w:ascii="Calibri" w:hAnsi="Calibri"/>
                <w:sz w:val="24"/>
                <w:szCs w:val="24"/>
              </w:rPr>
              <w:t xml:space="preserve">esperto </w:t>
            </w:r>
            <w:r w:rsidR="0032387A">
              <w:rPr>
                <w:rFonts w:ascii="Calibri" w:hAnsi="Calibri"/>
                <w:sz w:val="24"/>
                <w:szCs w:val="24"/>
              </w:rPr>
              <w:t>per la docenza e il coordinamento delle attività laboratoriali</w:t>
            </w:r>
            <w:r>
              <w:rPr>
                <w:rFonts w:ascii="Calibri" w:hAnsi="Calibri"/>
                <w:sz w:val="24"/>
                <w:szCs w:val="24"/>
              </w:rPr>
              <w:t>, nei t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>ermini e secondo le condizioni previste dall’Avviso Pubblico</w:t>
            </w:r>
          </w:p>
        </w:tc>
      </w:tr>
      <w:tr w:rsidR="00FF196D" w:rsidRPr="006E180C" w:rsidTr="00F81900">
        <w:tc>
          <w:tcPr>
            <w:tcW w:w="477" w:type="dxa"/>
            <w:shd w:val="clear" w:color="auto" w:fill="auto"/>
          </w:tcPr>
          <w:p w:rsidR="00FF196D" w:rsidRPr="006E180C" w:rsidRDefault="00FF196D" w:rsidP="00CD3F71">
            <w:pPr>
              <w:adjustRightInd w:val="0"/>
              <w:ind w:left="-38" w:right="-108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374" w:type="dxa"/>
            <w:shd w:val="clear" w:color="auto" w:fill="auto"/>
          </w:tcPr>
          <w:p w:rsidR="00FF196D" w:rsidRPr="006E180C" w:rsidRDefault="00F441AE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6E180C">
              <w:rPr>
                <w:rFonts w:ascii="Calibri" w:hAnsi="Calibri"/>
                <w:sz w:val="24"/>
                <w:szCs w:val="24"/>
              </w:rPr>
              <w:t>Accettare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</w:t>
            </w:r>
            <w:r w:rsidR="0032387A">
              <w:rPr>
                <w:rFonts w:ascii="Calibri" w:hAnsi="Calibri"/>
                <w:sz w:val="24"/>
                <w:szCs w:val="24"/>
              </w:rPr>
              <w:t xml:space="preserve">il 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calendario, orario e tutto quanto stabilito </w:t>
            </w:r>
            <w:r w:rsidR="008A0C09" w:rsidRPr="006E180C">
              <w:rPr>
                <w:rFonts w:ascii="Calibri" w:hAnsi="Calibri"/>
                <w:sz w:val="24"/>
                <w:szCs w:val="24"/>
              </w:rPr>
              <w:t>da</w:t>
            </w:r>
            <w:r w:rsidR="0032387A">
              <w:rPr>
                <w:rFonts w:ascii="Calibri" w:hAnsi="Calibri"/>
                <w:sz w:val="24"/>
                <w:szCs w:val="24"/>
              </w:rPr>
              <w:t>l Dirigente</w:t>
            </w:r>
            <w:r w:rsidR="00FF196D" w:rsidRPr="006E180C">
              <w:rPr>
                <w:rFonts w:ascii="Calibri" w:hAnsi="Calibri"/>
                <w:sz w:val="24"/>
                <w:szCs w:val="24"/>
              </w:rPr>
              <w:t xml:space="preserve"> scolast</w:t>
            </w:r>
            <w:r w:rsidR="0032387A">
              <w:rPr>
                <w:rFonts w:ascii="Calibri" w:hAnsi="Calibri"/>
                <w:sz w:val="24"/>
                <w:szCs w:val="24"/>
              </w:rPr>
              <w:t>ico</w:t>
            </w:r>
            <w:r w:rsidR="008A0C09" w:rsidRPr="006E180C">
              <w:rPr>
                <w:rFonts w:ascii="Calibri" w:hAnsi="Calibri"/>
                <w:sz w:val="24"/>
                <w:szCs w:val="24"/>
              </w:rPr>
              <w:t xml:space="preserve"> della Scuola Polo </w:t>
            </w:r>
            <w:r w:rsidR="0032387A">
              <w:rPr>
                <w:rFonts w:ascii="Calibri" w:hAnsi="Calibri"/>
                <w:sz w:val="24"/>
                <w:szCs w:val="24"/>
              </w:rPr>
              <w:t xml:space="preserve">Formazione </w:t>
            </w:r>
          </w:p>
        </w:tc>
      </w:tr>
    </w:tbl>
    <w:p w:rsidR="006E180C" w:rsidRPr="00430312" w:rsidRDefault="00FF196D" w:rsidP="00092192">
      <w:pPr>
        <w:adjustRightInd w:val="0"/>
        <w:spacing w:line="360" w:lineRule="auto"/>
        <w:rPr>
          <w:rFonts w:ascii="Calibri" w:hAnsi="Calibri"/>
          <w:b/>
          <w:bCs/>
        </w:rPr>
      </w:pPr>
      <w:r w:rsidRPr="0066514B">
        <w:rPr>
          <w:rFonts w:ascii="Calibri" w:hAnsi="Calibri"/>
          <w:i/>
          <w:iCs/>
          <w:color w:val="FF0000"/>
        </w:rPr>
        <w:t xml:space="preserve">(segnare una X) </w:t>
      </w:r>
    </w:p>
    <w:p w:rsidR="00092192" w:rsidRPr="00DD2D55" w:rsidRDefault="00092192" w:rsidP="00092192">
      <w:pPr>
        <w:adjustRightInd w:val="0"/>
        <w:spacing w:line="360" w:lineRule="auto"/>
        <w:rPr>
          <w:rFonts w:ascii="Calibri" w:hAnsi="Calibri"/>
          <w:bCs/>
          <w:sz w:val="24"/>
          <w:szCs w:val="24"/>
        </w:rPr>
      </w:pPr>
      <w:r w:rsidRPr="00092192">
        <w:rPr>
          <w:rFonts w:ascii="Calibri" w:hAnsi="Calibri"/>
          <w:bCs/>
          <w:sz w:val="24"/>
          <w:szCs w:val="24"/>
        </w:rPr>
        <w:t>Ai fini della valutazione comparativa,</w:t>
      </w:r>
    </w:p>
    <w:p w:rsidR="00FF196D" w:rsidRPr="00092192" w:rsidRDefault="005E62ED" w:rsidP="00092192">
      <w:pPr>
        <w:adjustRightInd w:val="0"/>
        <w:spacing w:line="360" w:lineRule="auto"/>
        <w:jc w:val="center"/>
        <w:rPr>
          <w:rFonts w:ascii="Calibri" w:hAnsi="Calibri"/>
          <w:b/>
          <w:sz w:val="24"/>
          <w:szCs w:val="24"/>
        </w:rPr>
      </w:pPr>
      <w:r w:rsidRPr="00092192">
        <w:rPr>
          <w:rFonts w:ascii="Calibri" w:hAnsi="Calibri"/>
          <w:b/>
          <w:bCs/>
          <w:sz w:val="24"/>
          <w:szCs w:val="24"/>
        </w:rPr>
        <w:t>Dichiara</w:t>
      </w:r>
      <w:r w:rsidR="00092192" w:rsidRPr="00092192">
        <w:rPr>
          <w:rFonts w:ascii="Calibri" w:hAnsi="Calibri"/>
          <w:b/>
          <w:bCs/>
          <w:sz w:val="24"/>
          <w:szCs w:val="24"/>
        </w:rPr>
        <w:t xml:space="preserve"> di </w:t>
      </w:r>
      <w:r w:rsidR="00FF196D" w:rsidRPr="00092192">
        <w:rPr>
          <w:rFonts w:ascii="Calibri" w:hAnsi="Calibri"/>
          <w:b/>
          <w:bCs/>
          <w:sz w:val="24"/>
          <w:szCs w:val="24"/>
        </w:rPr>
        <w:t xml:space="preserve">essere </w:t>
      </w:r>
      <w:r w:rsidR="008A0C09" w:rsidRPr="00092192">
        <w:rPr>
          <w:rFonts w:ascii="Calibri" w:hAnsi="Calibri"/>
          <w:b/>
          <w:sz w:val="24"/>
          <w:szCs w:val="24"/>
        </w:rPr>
        <w:t>in possesso d</w:t>
      </w:r>
      <w:r>
        <w:rPr>
          <w:rFonts w:ascii="Calibri" w:hAnsi="Calibri"/>
          <w:b/>
          <w:sz w:val="24"/>
          <w:szCs w:val="24"/>
        </w:rPr>
        <w:t>i</w:t>
      </w:r>
      <w:r w:rsidR="00092192" w:rsidRPr="00092192">
        <w:rPr>
          <w:rFonts w:ascii="Calibri" w:hAnsi="Calibri"/>
          <w:b/>
          <w:sz w:val="24"/>
          <w:szCs w:val="24"/>
        </w:rPr>
        <w:t>:</w:t>
      </w:r>
    </w:p>
    <w:p w:rsidR="00092192" w:rsidRDefault="00F043CF" w:rsidP="00430312">
      <w:pPr>
        <w:adjustRightInd w:val="0"/>
        <w:rPr>
          <w:rFonts w:ascii="Calibri" w:hAnsi="Calibri"/>
          <w:b/>
          <w:bCs/>
        </w:rPr>
      </w:pPr>
      <w:r w:rsidRPr="00CD3F71">
        <w:rPr>
          <w:rFonts w:ascii="Calibri" w:hAnsi="Calibri"/>
          <w:b/>
          <w:bCs/>
        </w:rPr>
        <w:t>TITOLI DI STUDIO</w:t>
      </w:r>
      <w:r w:rsidR="005E62ED">
        <w:rPr>
          <w:rFonts w:ascii="Calibri" w:hAnsi="Calibri"/>
          <w:b/>
          <w:bCs/>
        </w:rPr>
        <w:t xml:space="preserve"> </w:t>
      </w:r>
      <w:r w:rsidR="006605C2">
        <w:rPr>
          <w:rFonts w:ascii="Calibri" w:hAnsi="Calibri"/>
          <w:b/>
          <w:bCs/>
        </w:rPr>
        <w:t>E CULTURALI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214"/>
      </w:tblGrid>
      <w:tr w:rsidR="00430312" w:rsidRPr="00F3493F" w:rsidTr="00F81900">
        <w:tc>
          <w:tcPr>
            <w:tcW w:w="675" w:type="dxa"/>
            <w:shd w:val="clear" w:color="auto" w:fill="auto"/>
          </w:tcPr>
          <w:p w:rsidR="00430312" w:rsidRPr="00F3493F" w:rsidRDefault="0043031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430312" w:rsidRPr="006E180C" w:rsidRDefault="00430312" w:rsidP="00621DD9">
            <w:pPr>
              <w:adjustRightInd w:val="0"/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</w:pPr>
            <w:r w:rsidRPr="0032387A">
              <w:rPr>
                <w:rFonts w:ascii="Calibri" w:hAnsi="Calibri"/>
                <w:sz w:val="24"/>
                <w:szCs w:val="24"/>
              </w:rPr>
              <w:t>Essere in possesso del titolo di laur</w:t>
            </w:r>
            <w:r>
              <w:rPr>
                <w:rFonts w:ascii="Calibri" w:hAnsi="Calibri"/>
                <w:sz w:val="24"/>
                <w:szCs w:val="24"/>
              </w:rPr>
              <w:t>e</w:t>
            </w:r>
            <w:r w:rsidRPr="0032387A">
              <w:rPr>
                <w:rFonts w:ascii="Calibri" w:hAnsi="Calibri"/>
                <w:sz w:val="24"/>
                <w:szCs w:val="24"/>
              </w:rPr>
              <w:t>a</w:t>
            </w:r>
            <w:r>
              <w:rPr>
                <w:rFonts w:ascii="Calibri" w:hAnsi="Calibri"/>
                <w:i/>
                <w:iCs/>
                <w:color w:val="FF0000"/>
                <w:sz w:val="24"/>
                <w:szCs w:val="24"/>
              </w:rPr>
              <w:t xml:space="preserve"> in……..</w:t>
            </w:r>
          </w:p>
        </w:tc>
      </w:tr>
      <w:tr w:rsidR="00430312" w:rsidRPr="00F3493F" w:rsidTr="00F81900">
        <w:tc>
          <w:tcPr>
            <w:tcW w:w="675" w:type="dxa"/>
            <w:shd w:val="clear" w:color="auto" w:fill="auto"/>
          </w:tcPr>
          <w:p w:rsidR="00430312" w:rsidRPr="00F3493F" w:rsidRDefault="0043031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430312" w:rsidRPr="00AB1249" w:rsidRDefault="00430312" w:rsidP="00621DD9">
            <w:pPr>
              <w:adjustRightInd w:val="0"/>
              <w:rPr>
                <w:rFonts w:ascii="Calibri" w:hAnsi="Calibri"/>
                <w:i/>
                <w:sz w:val="24"/>
                <w:szCs w:val="24"/>
              </w:rPr>
            </w:pPr>
            <w:r w:rsidRPr="00AB1249">
              <w:rPr>
                <w:rFonts w:ascii="Calibri" w:hAnsi="Calibri"/>
                <w:i/>
                <w:sz w:val="24"/>
                <w:szCs w:val="24"/>
              </w:rPr>
              <w:t>Triennale</w:t>
            </w:r>
          </w:p>
        </w:tc>
      </w:tr>
      <w:tr w:rsidR="00430312" w:rsidRPr="00F3493F" w:rsidTr="00F81900">
        <w:tc>
          <w:tcPr>
            <w:tcW w:w="675" w:type="dxa"/>
            <w:shd w:val="clear" w:color="auto" w:fill="auto"/>
          </w:tcPr>
          <w:p w:rsidR="00430312" w:rsidRPr="00F3493F" w:rsidRDefault="0043031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430312" w:rsidRPr="00AB1249" w:rsidRDefault="00430312" w:rsidP="00621DD9">
            <w:pPr>
              <w:adjustRightInd w:val="0"/>
              <w:rPr>
                <w:rFonts w:ascii="Calibri" w:hAnsi="Calibri"/>
                <w:i/>
                <w:sz w:val="24"/>
                <w:szCs w:val="24"/>
              </w:rPr>
            </w:pPr>
            <w:r w:rsidRPr="00AB1249">
              <w:rPr>
                <w:rFonts w:ascii="Calibri" w:hAnsi="Calibri"/>
                <w:i/>
                <w:sz w:val="24"/>
                <w:szCs w:val="24"/>
              </w:rPr>
              <w:t xml:space="preserve">Magistrale </w:t>
            </w:r>
            <w:r>
              <w:rPr>
                <w:rFonts w:ascii="Calibri" w:hAnsi="Calibri"/>
                <w:i/>
                <w:sz w:val="24"/>
                <w:szCs w:val="24"/>
              </w:rPr>
              <w:t>e/o specialistica</w:t>
            </w:r>
          </w:p>
        </w:tc>
      </w:tr>
      <w:tr w:rsidR="00F043CF" w:rsidRPr="00F3493F" w:rsidTr="00F81900">
        <w:tc>
          <w:tcPr>
            <w:tcW w:w="675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Seconda Laurea in</w:t>
            </w:r>
            <w:r w:rsidRPr="00F3493F">
              <w:rPr>
                <w:rFonts w:ascii="Calibri" w:hAnsi="Calibri" w:cs="Arial"/>
                <w:color w:val="FF0000"/>
                <w:sz w:val="24"/>
                <w:szCs w:val="24"/>
              </w:rPr>
              <w:t>…………….</w:t>
            </w:r>
            <w:r w:rsidRPr="00F3493F">
              <w:rPr>
                <w:rFonts w:ascii="Calibri" w:hAnsi="Calibri"/>
                <w:sz w:val="24"/>
                <w:szCs w:val="24"/>
              </w:rPr>
              <w:t xml:space="preserve"> conseguita con voto</w:t>
            </w:r>
            <w:r w:rsidRPr="00F3493F">
              <w:rPr>
                <w:rFonts w:ascii="Calibri" w:hAnsi="Calibri"/>
                <w:color w:val="FF0000"/>
                <w:sz w:val="24"/>
                <w:szCs w:val="24"/>
              </w:rPr>
              <w:t>…..</w:t>
            </w:r>
          </w:p>
        </w:tc>
      </w:tr>
      <w:tr w:rsidR="00F043CF" w:rsidRPr="00F3493F" w:rsidTr="00F81900">
        <w:tc>
          <w:tcPr>
            <w:tcW w:w="675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Dottorato di ricerca</w:t>
            </w:r>
          </w:p>
        </w:tc>
      </w:tr>
      <w:tr w:rsidR="00F043CF" w:rsidRPr="00F3493F" w:rsidTr="00F81900">
        <w:tc>
          <w:tcPr>
            <w:tcW w:w="675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Master</w:t>
            </w:r>
            <w:r w:rsidR="00AF11B8" w:rsidRPr="00F3493F">
              <w:rPr>
                <w:rFonts w:ascii="Calibri" w:hAnsi="Calibri" w:cs="Arial"/>
                <w:sz w:val="24"/>
                <w:szCs w:val="24"/>
              </w:rPr>
              <w:t xml:space="preserve"> di I livello</w:t>
            </w:r>
            <w:r w:rsidR="00AB1249">
              <w:rPr>
                <w:rFonts w:ascii="Calibri" w:hAnsi="Calibri" w:cs="Arial"/>
                <w:sz w:val="24"/>
                <w:szCs w:val="24"/>
              </w:rPr>
              <w:t xml:space="preserve"> attinente</w:t>
            </w:r>
            <w:r w:rsidR="005E62ED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5E62ED" w:rsidRPr="005E62ED">
              <w:rPr>
                <w:rFonts w:ascii="Calibri" w:hAnsi="Calibri" w:cs="Arial"/>
                <w:i/>
                <w:color w:val="FF0000"/>
                <w:sz w:val="24"/>
                <w:szCs w:val="24"/>
              </w:rPr>
              <w:t>(denominazione)</w:t>
            </w:r>
            <w:r w:rsidR="005E62ED">
              <w:rPr>
                <w:rFonts w:ascii="Calibri" w:hAnsi="Calibri" w:cs="Arial"/>
                <w:sz w:val="24"/>
                <w:szCs w:val="24"/>
              </w:rPr>
              <w:t xml:space="preserve"> </w:t>
            </w:r>
          </w:p>
        </w:tc>
      </w:tr>
      <w:tr w:rsidR="00AF11B8" w:rsidRPr="00F3493F" w:rsidTr="00F81900">
        <w:tc>
          <w:tcPr>
            <w:tcW w:w="675" w:type="dxa"/>
            <w:shd w:val="clear" w:color="auto" w:fill="auto"/>
          </w:tcPr>
          <w:p w:rsidR="00AF11B8" w:rsidRPr="00F3493F" w:rsidRDefault="00AF11B8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AF11B8" w:rsidRPr="00F3493F" w:rsidRDefault="00AF11B8" w:rsidP="00430312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Master di II livello</w:t>
            </w:r>
            <w:r w:rsidR="005E62ED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AB1249">
              <w:rPr>
                <w:rFonts w:ascii="Calibri" w:hAnsi="Calibri" w:cs="Arial"/>
                <w:sz w:val="24"/>
                <w:szCs w:val="24"/>
              </w:rPr>
              <w:t xml:space="preserve">attinente </w:t>
            </w:r>
            <w:r w:rsidR="005E62ED" w:rsidRPr="005E62ED">
              <w:rPr>
                <w:rFonts w:ascii="Calibri" w:hAnsi="Calibri" w:cs="Arial"/>
                <w:i/>
                <w:color w:val="FF0000"/>
                <w:sz w:val="24"/>
                <w:szCs w:val="24"/>
              </w:rPr>
              <w:t>(denominazione)</w:t>
            </w:r>
          </w:p>
        </w:tc>
      </w:tr>
      <w:tr w:rsidR="00F043CF" w:rsidRPr="00F3493F" w:rsidTr="00F81900">
        <w:trPr>
          <w:trHeight w:val="173"/>
        </w:trPr>
        <w:tc>
          <w:tcPr>
            <w:tcW w:w="675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F043CF" w:rsidRPr="00F3493F" w:rsidRDefault="00F043CF" w:rsidP="00430312">
            <w:pPr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Competenze spec</w:t>
            </w:r>
            <w:r w:rsidR="005E62ED">
              <w:rPr>
                <w:rFonts w:ascii="Calibri" w:hAnsi="Calibri" w:cs="Arial"/>
                <w:sz w:val="24"/>
                <w:szCs w:val="24"/>
              </w:rPr>
              <w:t>ifiche certificabili nel settore</w:t>
            </w:r>
          </w:p>
        </w:tc>
      </w:tr>
      <w:tr w:rsidR="00F043CF" w:rsidRPr="00F3493F" w:rsidTr="00F81900">
        <w:tc>
          <w:tcPr>
            <w:tcW w:w="675" w:type="dxa"/>
            <w:shd w:val="clear" w:color="auto" w:fill="auto"/>
          </w:tcPr>
          <w:p w:rsidR="00F043CF" w:rsidRPr="00F3493F" w:rsidRDefault="00F043CF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F043CF" w:rsidRPr="00F3493F" w:rsidRDefault="00AF11B8" w:rsidP="00430312">
            <w:pPr>
              <w:rPr>
                <w:rFonts w:ascii="Calibri" w:hAnsi="Calibri" w:cs="Arial"/>
                <w:sz w:val="24"/>
                <w:szCs w:val="24"/>
              </w:rPr>
            </w:pPr>
            <w:r w:rsidRPr="00F3493F">
              <w:rPr>
                <w:rFonts w:ascii="Calibri" w:hAnsi="Calibri" w:cs="Arial"/>
                <w:sz w:val="24"/>
                <w:szCs w:val="24"/>
              </w:rPr>
              <w:t>Altro</w:t>
            </w:r>
          </w:p>
        </w:tc>
      </w:tr>
    </w:tbl>
    <w:p w:rsidR="00F043CF" w:rsidRPr="00CD3F71" w:rsidRDefault="00F043CF" w:rsidP="00430312">
      <w:pPr>
        <w:adjustRightInd w:val="0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 w:rsidR="00DD2D55"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 w:rsidR="00C5377C">
        <w:rPr>
          <w:rFonts w:ascii="Calibri" w:hAnsi="Calibri"/>
          <w:i/>
          <w:iCs/>
          <w:color w:val="FF0000"/>
        </w:rPr>
        <w:t xml:space="preserve"> e </w:t>
      </w:r>
      <w:r>
        <w:rPr>
          <w:rFonts w:ascii="Calibri" w:hAnsi="Calibri"/>
          <w:i/>
          <w:iCs/>
          <w:color w:val="FF0000"/>
        </w:rPr>
        <w:t xml:space="preserve">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16"/>
          <w:szCs w:val="16"/>
        </w:rPr>
      </w:pPr>
    </w:p>
    <w:p w:rsidR="006605C2" w:rsidRDefault="006605C2" w:rsidP="00430312">
      <w:pPr>
        <w:adjustRightInd w:val="0"/>
        <w:rPr>
          <w:rFonts w:ascii="Calibri" w:hAnsi="Calibri"/>
          <w:b/>
          <w:bCs/>
        </w:rPr>
      </w:pPr>
      <w:r w:rsidRPr="00CD3F71">
        <w:rPr>
          <w:rFonts w:ascii="Calibri" w:hAnsi="Calibri"/>
          <w:b/>
          <w:bCs/>
        </w:rPr>
        <w:t xml:space="preserve">TITOLI </w:t>
      </w:r>
      <w:r>
        <w:rPr>
          <w:rFonts w:ascii="Calibri" w:hAnsi="Calibri"/>
          <w:b/>
          <w:bCs/>
        </w:rPr>
        <w:t>PROFESSIONALI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214"/>
      </w:tblGrid>
      <w:tr w:rsidR="006605C2" w:rsidRPr="00F3493F" w:rsidTr="00F81900">
        <w:tc>
          <w:tcPr>
            <w:tcW w:w="675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6605C2" w:rsidRPr="00F3493F" w:rsidRDefault="00691F8E" w:rsidP="00430312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Esperto esterno al sistema dell’istruzione</w:t>
            </w:r>
            <w:r w:rsidR="0096765D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="0096765D" w:rsidRPr="0096765D">
              <w:rPr>
                <w:rFonts w:ascii="Calibri" w:hAnsi="Calibri"/>
                <w:bCs/>
                <w:i/>
                <w:color w:val="FF0000"/>
              </w:rPr>
              <w:t>(specificare Ente, Amministrazione)</w:t>
            </w:r>
          </w:p>
        </w:tc>
      </w:tr>
      <w:tr w:rsidR="00691F8E" w:rsidRPr="00F3493F" w:rsidTr="00F81900">
        <w:tc>
          <w:tcPr>
            <w:tcW w:w="675" w:type="dxa"/>
            <w:shd w:val="clear" w:color="auto" w:fill="auto"/>
            <w:vAlign w:val="center"/>
          </w:tcPr>
          <w:p w:rsidR="00691F8E" w:rsidRPr="00F3493F" w:rsidRDefault="00691F8E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691F8E" w:rsidRPr="00F3493F" w:rsidRDefault="00691F8E" w:rsidP="00430312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 w:rsidRPr="00F3493F">
              <w:rPr>
                <w:rFonts w:ascii="Calibri" w:hAnsi="Calibri"/>
                <w:bCs/>
                <w:sz w:val="24"/>
                <w:szCs w:val="24"/>
              </w:rPr>
              <w:t xml:space="preserve">Dirigente scolastico in servizio </w:t>
            </w:r>
            <w:r w:rsidRPr="00DD2D55">
              <w:rPr>
                <w:rFonts w:ascii="Calibri" w:hAnsi="Calibri"/>
                <w:bCs/>
                <w:color w:val="FF0000"/>
                <w:sz w:val="24"/>
                <w:szCs w:val="24"/>
              </w:rPr>
              <w:t>da…….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 xml:space="preserve"> anni</w:t>
            </w:r>
          </w:p>
        </w:tc>
      </w:tr>
      <w:tr w:rsidR="006605C2" w:rsidRPr="00F3493F" w:rsidTr="00F81900">
        <w:tc>
          <w:tcPr>
            <w:tcW w:w="675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 xml:space="preserve">Dirigente in quiescenza 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da……</w:t>
            </w:r>
            <w:r w:rsidR="00DD2D55" w:rsidRPr="00DD2D55">
              <w:rPr>
                <w:rFonts w:ascii="Calibri" w:hAnsi="Calibri"/>
                <w:color w:val="FF0000"/>
                <w:sz w:val="24"/>
                <w:szCs w:val="24"/>
              </w:rPr>
              <w:t>……ann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i</w:t>
            </w:r>
          </w:p>
        </w:tc>
      </w:tr>
      <w:tr w:rsidR="006605C2" w:rsidRPr="00F3493F" w:rsidTr="00F81900">
        <w:tc>
          <w:tcPr>
            <w:tcW w:w="675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 xml:space="preserve">Docente a tempo indeterminato 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da………..anni</w:t>
            </w:r>
          </w:p>
        </w:tc>
      </w:tr>
      <w:tr w:rsidR="006605C2" w:rsidRPr="00F3493F" w:rsidTr="00F81900">
        <w:tc>
          <w:tcPr>
            <w:tcW w:w="675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6605C2" w:rsidRPr="00F3493F" w:rsidRDefault="006605C2" w:rsidP="00430312">
            <w:pPr>
              <w:adjustRightInd w:val="0"/>
              <w:rPr>
                <w:rFonts w:ascii="Calibri" w:hAnsi="Calibri"/>
                <w:sz w:val="24"/>
                <w:szCs w:val="24"/>
              </w:rPr>
            </w:pPr>
            <w:r w:rsidRPr="00F3493F">
              <w:rPr>
                <w:rFonts w:ascii="Calibri" w:hAnsi="Calibri"/>
                <w:sz w:val="24"/>
                <w:szCs w:val="24"/>
              </w:rPr>
              <w:t xml:space="preserve">Docente in quiescenza 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da……</w:t>
            </w:r>
            <w:r w:rsidR="00DD2D55" w:rsidRPr="00DD2D55">
              <w:rPr>
                <w:rFonts w:ascii="Calibri" w:hAnsi="Calibri"/>
                <w:color w:val="FF0000"/>
                <w:sz w:val="24"/>
                <w:szCs w:val="24"/>
              </w:rPr>
              <w:t>……ann</w:t>
            </w:r>
            <w:r w:rsidRPr="00DD2D55">
              <w:rPr>
                <w:rFonts w:ascii="Calibri" w:hAnsi="Calibri"/>
                <w:color w:val="FF0000"/>
                <w:sz w:val="24"/>
                <w:szCs w:val="24"/>
              </w:rPr>
              <w:t>i</w:t>
            </w:r>
          </w:p>
        </w:tc>
      </w:tr>
      <w:tr w:rsidR="00DD2D55" w:rsidRPr="00F3493F" w:rsidTr="00F81900">
        <w:tc>
          <w:tcPr>
            <w:tcW w:w="675" w:type="dxa"/>
            <w:shd w:val="clear" w:color="auto" w:fill="auto"/>
            <w:vAlign w:val="center"/>
          </w:tcPr>
          <w:p w:rsidR="00DD2D55" w:rsidRPr="00F3493F" w:rsidRDefault="00DD2D55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DD2D55" w:rsidRPr="00DD2D55" w:rsidRDefault="00DD2D55" w:rsidP="00430312">
            <w:pPr>
              <w:rPr>
                <w:rFonts w:ascii="Calibri" w:hAnsi="Calibri" w:cs="Arial"/>
                <w:sz w:val="24"/>
                <w:szCs w:val="24"/>
              </w:rPr>
            </w:pPr>
            <w:r w:rsidRPr="00DD2D55">
              <w:rPr>
                <w:rFonts w:ascii="Calibri" w:hAnsi="Calibri" w:cs="Arial"/>
                <w:sz w:val="24"/>
                <w:szCs w:val="24"/>
              </w:rPr>
              <w:t>Altri titoli</w:t>
            </w:r>
            <w:r>
              <w:rPr>
                <w:rFonts w:ascii="Calibri" w:hAnsi="Calibri" w:cs="Arial"/>
                <w:sz w:val="24"/>
                <w:szCs w:val="24"/>
              </w:rPr>
              <w:t xml:space="preserve"> attinenti, ovvero</w:t>
            </w:r>
            <w:r w:rsidRPr="00DD2D55">
              <w:rPr>
                <w:rFonts w:ascii="Calibri" w:hAnsi="Calibri" w:cs="Arial"/>
                <w:color w:val="FF0000"/>
                <w:sz w:val="24"/>
                <w:szCs w:val="24"/>
              </w:rPr>
              <w:t>……………………….</w:t>
            </w:r>
          </w:p>
        </w:tc>
      </w:tr>
    </w:tbl>
    <w:p w:rsidR="00DD2D55" w:rsidRPr="00CD3F71" w:rsidRDefault="00DD2D55" w:rsidP="00430312">
      <w:pPr>
        <w:adjustRightInd w:val="0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 w:rsidR="00C521C5">
        <w:rPr>
          <w:rFonts w:ascii="Calibri" w:hAnsi="Calibri"/>
          <w:i/>
          <w:iCs/>
          <w:color w:val="FF0000"/>
        </w:rPr>
        <w:t xml:space="preserve"> e </w:t>
      </w:r>
      <w:r>
        <w:rPr>
          <w:rFonts w:ascii="Calibri" w:hAnsi="Calibri"/>
          <w:i/>
          <w:iCs/>
          <w:color w:val="FF0000"/>
        </w:rPr>
        <w:t xml:space="preserve">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16"/>
          <w:szCs w:val="16"/>
        </w:rPr>
      </w:pPr>
    </w:p>
    <w:p w:rsidR="005E62ED" w:rsidRDefault="005E62ED" w:rsidP="00430312">
      <w:pPr>
        <w:adjustRightInd w:val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ESPERIENZE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214"/>
      </w:tblGrid>
      <w:tr w:rsidR="007E3E6C" w:rsidRPr="007E3E6C" w:rsidTr="00F81900">
        <w:tc>
          <w:tcPr>
            <w:tcW w:w="675" w:type="dxa"/>
            <w:shd w:val="clear" w:color="auto" w:fill="auto"/>
          </w:tcPr>
          <w:p w:rsidR="007E3E6C" w:rsidRPr="00F3493F" w:rsidRDefault="007E3E6C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7E3E6C" w:rsidRPr="007E3E6C" w:rsidRDefault="003E432D" w:rsidP="00430312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Docenza in corsi</w:t>
            </w:r>
            <w:r w:rsidRPr="003E432D">
              <w:rPr>
                <w:rFonts w:ascii="Calibri" w:hAnsi="Calibri"/>
                <w:bCs/>
                <w:sz w:val="24"/>
                <w:szCs w:val="24"/>
              </w:rPr>
              <w:t xml:space="preserve"> di formazione dest</w:t>
            </w:r>
            <w:r w:rsidR="0016397E">
              <w:rPr>
                <w:rFonts w:ascii="Calibri" w:hAnsi="Calibri"/>
                <w:bCs/>
                <w:sz w:val="24"/>
                <w:szCs w:val="24"/>
              </w:rPr>
              <w:t>inati</w:t>
            </w:r>
            <w:r>
              <w:rPr>
                <w:rFonts w:ascii="Calibri" w:hAnsi="Calibri"/>
                <w:bCs/>
                <w:sz w:val="24"/>
                <w:szCs w:val="24"/>
              </w:rPr>
              <w:t xml:space="preserve"> a</w:t>
            </w:r>
            <w:r w:rsidR="0016397E">
              <w:rPr>
                <w:rFonts w:ascii="Calibri" w:hAnsi="Calibri"/>
                <w:bCs/>
                <w:sz w:val="24"/>
                <w:szCs w:val="24"/>
              </w:rPr>
              <w:t>l</w:t>
            </w:r>
            <w:r w:rsidRPr="003E432D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Cs/>
                <w:sz w:val="24"/>
                <w:szCs w:val="24"/>
              </w:rPr>
              <w:t>personale scolastico</w:t>
            </w:r>
            <w:r w:rsidR="007E3E6C" w:rsidRPr="003E432D">
              <w:rPr>
                <w:rFonts w:ascii="Calibri" w:hAnsi="Calibri"/>
                <w:bCs/>
                <w:sz w:val="24"/>
                <w:szCs w:val="24"/>
              </w:rPr>
              <w:t>,</w:t>
            </w:r>
            <w:r w:rsidR="007E3E6C" w:rsidRPr="007E3E6C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7E3E6C" w:rsidRPr="00DD2D55">
              <w:rPr>
                <w:rFonts w:ascii="Calibri" w:hAnsi="Calibri" w:cs="Arial"/>
                <w:color w:val="FF0000"/>
                <w:sz w:val="24"/>
                <w:szCs w:val="24"/>
              </w:rPr>
              <w:t xml:space="preserve">per un totale di…….ore </w:t>
            </w:r>
          </w:p>
        </w:tc>
      </w:tr>
      <w:tr w:rsidR="007E3E6C" w:rsidRPr="00F3493F" w:rsidTr="00F81900">
        <w:tc>
          <w:tcPr>
            <w:tcW w:w="675" w:type="dxa"/>
            <w:shd w:val="clear" w:color="auto" w:fill="auto"/>
          </w:tcPr>
          <w:p w:rsidR="007E3E6C" w:rsidRPr="00F3493F" w:rsidRDefault="007E3E6C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16397E" w:rsidRPr="00430312" w:rsidRDefault="003E432D" w:rsidP="00430312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Docenza </w:t>
            </w:r>
            <w:r w:rsidRPr="003E432D">
              <w:rPr>
                <w:rFonts w:ascii="Calibri" w:hAnsi="Calibri" w:cs="Arial"/>
                <w:sz w:val="24"/>
                <w:szCs w:val="24"/>
              </w:rPr>
              <w:t xml:space="preserve">in corsi universitari </w:t>
            </w:r>
            <w:r w:rsidR="0016397E">
              <w:rPr>
                <w:rFonts w:ascii="Calibri" w:hAnsi="Calibri" w:cs="Arial"/>
                <w:sz w:val="24"/>
                <w:szCs w:val="24"/>
              </w:rPr>
              <w:t xml:space="preserve">per la formazione docenti </w:t>
            </w:r>
            <w:r w:rsidR="00DD2D55" w:rsidRPr="003E432D">
              <w:rPr>
                <w:rFonts w:ascii="Calibri" w:hAnsi="Calibri"/>
                <w:bCs/>
                <w:color w:val="FF0000"/>
                <w:sz w:val="24"/>
                <w:szCs w:val="24"/>
              </w:rPr>
              <w:t>per un totale di…… ore</w:t>
            </w:r>
            <w:r w:rsidR="00DD2D55" w:rsidRPr="003E432D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</w:p>
        </w:tc>
      </w:tr>
      <w:tr w:rsidR="003E432D" w:rsidRPr="00F3493F" w:rsidTr="00F81900">
        <w:tc>
          <w:tcPr>
            <w:tcW w:w="675" w:type="dxa"/>
            <w:shd w:val="clear" w:color="auto" w:fill="auto"/>
          </w:tcPr>
          <w:p w:rsidR="003E432D" w:rsidRPr="00F3493F" w:rsidRDefault="003E432D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16397E" w:rsidRPr="00430312" w:rsidRDefault="003E432D" w:rsidP="00430312">
            <w:pPr>
              <w:adjustRightInd w:val="0"/>
              <w:rPr>
                <w:rFonts w:ascii="Calibri" w:hAnsi="Calibri"/>
                <w:bCs/>
                <w:color w:val="FF0000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</w:t>
            </w:r>
            <w:r w:rsidRPr="003E432D">
              <w:rPr>
                <w:rFonts w:ascii="Calibri" w:hAnsi="Calibri" w:cs="Arial"/>
                <w:sz w:val="24"/>
                <w:szCs w:val="24"/>
              </w:rPr>
              <w:t xml:space="preserve">utoraggio in corsi </w:t>
            </w:r>
            <w:r w:rsidR="0016397E">
              <w:rPr>
                <w:rFonts w:ascii="Calibri" w:hAnsi="Calibri" w:cs="Arial"/>
                <w:sz w:val="24"/>
                <w:szCs w:val="24"/>
              </w:rPr>
              <w:t xml:space="preserve">di </w:t>
            </w:r>
            <w:r w:rsidRPr="003E432D">
              <w:rPr>
                <w:rFonts w:ascii="Calibri" w:hAnsi="Calibri" w:cs="Arial"/>
                <w:sz w:val="24"/>
                <w:szCs w:val="24"/>
              </w:rPr>
              <w:t xml:space="preserve">formazione </w:t>
            </w:r>
            <w:r w:rsidR="0016397E">
              <w:rPr>
                <w:rFonts w:ascii="Calibri" w:hAnsi="Calibri" w:cs="Arial"/>
                <w:sz w:val="24"/>
                <w:szCs w:val="24"/>
              </w:rPr>
              <w:t xml:space="preserve">docenti </w:t>
            </w:r>
            <w:r w:rsidRPr="003E432D">
              <w:rPr>
                <w:rFonts w:ascii="Calibri" w:hAnsi="Calibri"/>
                <w:bCs/>
                <w:color w:val="FF0000"/>
                <w:sz w:val="24"/>
                <w:szCs w:val="24"/>
              </w:rPr>
              <w:t>per un totale di…… ore</w:t>
            </w:r>
          </w:p>
        </w:tc>
      </w:tr>
    </w:tbl>
    <w:p w:rsidR="00DD2D55" w:rsidRPr="00CD3F71" w:rsidRDefault="00DD2D55" w:rsidP="00430312">
      <w:pPr>
        <w:adjustRightInd w:val="0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 w:rsidR="002D7324">
        <w:rPr>
          <w:rFonts w:ascii="Calibri" w:hAnsi="Calibri"/>
          <w:i/>
          <w:iCs/>
          <w:color w:val="FF0000"/>
        </w:rPr>
        <w:t xml:space="preserve"> e </w:t>
      </w:r>
      <w:r>
        <w:rPr>
          <w:rFonts w:ascii="Calibri" w:hAnsi="Calibri"/>
          <w:i/>
          <w:iCs/>
          <w:color w:val="FF0000"/>
        </w:rPr>
        <w:t xml:space="preserve">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16"/>
          <w:szCs w:val="16"/>
        </w:rPr>
      </w:pPr>
    </w:p>
    <w:p w:rsidR="00DD2D55" w:rsidRDefault="00DD2D55" w:rsidP="00430312">
      <w:pPr>
        <w:adjustRightInd w:val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PUBBLICAZIONI</w:t>
      </w:r>
    </w:p>
    <w:p w:rsidR="00430312" w:rsidRPr="00F81900" w:rsidRDefault="00430312" w:rsidP="00430312">
      <w:pPr>
        <w:adjustRightInd w:val="0"/>
        <w:rPr>
          <w:rFonts w:ascii="Calibri" w:hAnsi="Calibri"/>
          <w:b/>
          <w:bCs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214"/>
      </w:tblGrid>
      <w:tr w:rsidR="00DD2D55" w:rsidRPr="007E3E6C" w:rsidTr="00F81900">
        <w:tc>
          <w:tcPr>
            <w:tcW w:w="675" w:type="dxa"/>
            <w:shd w:val="clear" w:color="auto" w:fill="auto"/>
          </w:tcPr>
          <w:p w:rsidR="00DD2D55" w:rsidRPr="00F3493F" w:rsidRDefault="00DD2D55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DD2D55" w:rsidRPr="007E3E6C" w:rsidRDefault="00667306" w:rsidP="00430312">
            <w:pPr>
              <w:adjustRightInd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Pubblicazioni </w:t>
            </w:r>
            <w:r w:rsidR="00DD2D55" w:rsidRPr="005E62ED">
              <w:rPr>
                <w:rFonts w:ascii="Calibri" w:hAnsi="Calibri" w:cs="Arial"/>
                <w:i/>
                <w:color w:val="FF0000"/>
                <w:sz w:val="24"/>
                <w:szCs w:val="24"/>
              </w:rPr>
              <w:t>(de</w:t>
            </w:r>
            <w:r w:rsidR="00AB1249">
              <w:rPr>
                <w:rFonts w:ascii="Calibri" w:hAnsi="Calibri" w:cs="Arial"/>
                <w:i/>
                <w:color w:val="FF0000"/>
                <w:sz w:val="24"/>
                <w:szCs w:val="24"/>
              </w:rPr>
              <w:t>nominazione solo se attinente</w:t>
            </w:r>
            <w:r>
              <w:rPr>
                <w:rFonts w:ascii="Calibri" w:hAnsi="Calibri" w:cs="Arial"/>
                <w:i/>
                <w:color w:val="FF0000"/>
                <w:sz w:val="24"/>
                <w:szCs w:val="24"/>
              </w:rPr>
              <w:t xml:space="preserve">) </w:t>
            </w:r>
          </w:p>
        </w:tc>
      </w:tr>
      <w:tr w:rsidR="00DD2D55" w:rsidRPr="00F3493F" w:rsidTr="00F81900">
        <w:tc>
          <w:tcPr>
            <w:tcW w:w="675" w:type="dxa"/>
            <w:shd w:val="clear" w:color="auto" w:fill="auto"/>
          </w:tcPr>
          <w:p w:rsidR="00DD2D55" w:rsidRPr="00F3493F" w:rsidRDefault="00DD2D55" w:rsidP="00430312">
            <w:pPr>
              <w:adjustRightIn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DD2D55" w:rsidRPr="00F3493F" w:rsidRDefault="00DD2D55" w:rsidP="00430312">
            <w:pPr>
              <w:adjustRightInd w:val="0"/>
              <w:rPr>
                <w:rFonts w:ascii="Calibri" w:hAnsi="Calibri" w:cs="Arial"/>
              </w:rPr>
            </w:pPr>
          </w:p>
        </w:tc>
      </w:tr>
    </w:tbl>
    <w:p w:rsidR="0016397E" w:rsidRPr="00CD3F71" w:rsidRDefault="0016397E" w:rsidP="00430312">
      <w:pPr>
        <w:adjustRightInd w:val="0"/>
        <w:rPr>
          <w:rFonts w:ascii="Calibri" w:hAnsi="Calibri"/>
          <w:b/>
          <w:bCs/>
        </w:rPr>
      </w:pPr>
      <w:r w:rsidRPr="00CD3F71">
        <w:rPr>
          <w:rFonts w:ascii="Calibri" w:hAnsi="Calibri"/>
          <w:i/>
          <w:iCs/>
          <w:color w:val="FF0000"/>
        </w:rPr>
        <w:t xml:space="preserve">(segnare </w:t>
      </w:r>
      <w:r>
        <w:rPr>
          <w:rFonts w:ascii="Calibri" w:hAnsi="Calibri"/>
          <w:i/>
          <w:iCs/>
          <w:color w:val="FF0000"/>
        </w:rPr>
        <w:t xml:space="preserve">con </w:t>
      </w:r>
      <w:r w:rsidRPr="00CD3F71">
        <w:rPr>
          <w:rFonts w:ascii="Calibri" w:hAnsi="Calibri"/>
          <w:i/>
          <w:iCs/>
          <w:color w:val="FF0000"/>
        </w:rPr>
        <w:t xml:space="preserve">una X </w:t>
      </w:r>
      <w:r>
        <w:rPr>
          <w:rFonts w:ascii="Calibri" w:hAnsi="Calibri"/>
          <w:i/>
          <w:iCs/>
          <w:color w:val="FF0000"/>
        </w:rPr>
        <w:t xml:space="preserve"> e completare </w:t>
      </w:r>
      <w:r w:rsidRPr="00CD3F71">
        <w:rPr>
          <w:rFonts w:ascii="Calibri" w:hAnsi="Calibri"/>
          <w:i/>
          <w:iCs/>
          <w:color w:val="FF0000"/>
        </w:rPr>
        <w:t>in corrispondenza della riga)</w:t>
      </w:r>
    </w:p>
    <w:p w:rsidR="00D21FC9" w:rsidRDefault="0016397E" w:rsidP="00FF196D">
      <w:pPr>
        <w:adjustRightInd w:val="0"/>
        <w:spacing w:line="360" w:lineRule="auto"/>
        <w:rPr>
          <w:rFonts w:ascii="Calibri" w:hAnsi="Calibri"/>
          <w:b/>
          <w:bCs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FF196D" w:rsidRPr="00CD3F71">
        <w:rPr>
          <w:rFonts w:ascii="Calibri" w:hAnsi="Calibri"/>
          <w:b/>
          <w:bCs/>
        </w:rPr>
        <w:t xml:space="preserve">FIRMA </w:t>
      </w:r>
    </w:p>
    <w:p w:rsidR="00FF196D" w:rsidRPr="00CD3F71" w:rsidRDefault="00FF196D" w:rsidP="00FF196D">
      <w:pPr>
        <w:adjustRightInd w:val="0"/>
        <w:spacing w:line="360" w:lineRule="auto"/>
        <w:rPr>
          <w:rFonts w:ascii="Calibri" w:hAnsi="Calibri"/>
          <w:b/>
          <w:bCs/>
        </w:rPr>
      </w:pPr>
      <w:r w:rsidRPr="00CD3F71">
        <w:rPr>
          <w:rFonts w:ascii="Calibri" w:hAnsi="Calibri"/>
          <w:b/>
          <w:bCs/>
        </w:rPr>
        <w:t>Luogo e data</w:t>
      </w:r>
    </w:p>
    <w:p w:rsidR="00FF196D" w:rsidRPr="00CD3F71" w:rsidRDefault="00FF196D" w:rsidP="00FF196D">
      <w:pPr>
        <w:adjustRightInd w:val="0"/>
        <w:rPr>
          <w:rFonts w:ascii="Calibri" w:hAnsi="Calibri"/>
        </w:rPr>
      </w:pPr>
      <w:r w:rsidRPr="00CD3F71">
        <w:rPr>
          <w:rFonts w:ascii="Calibri" w:hAnsi="Calibri"/>
        </w:rPr>
        <w:t>ALLEGATI:</w:t>
      </w:r>
    </w:p>
    <w:p w:rsidR="00F81900" w:rsidRDefault="00FF196D" w:rsidP="00F81900">
      <w:pPr>
        <w:adjustRightInd w:val="0"/>
        <w:ind w:firstLine="360"/>
        <w:jc w:val="both"/>
        <w:rPr>
          <w:rFonts w:ascii="Calibri" w:hAnsi="Calibri"/>
        </w:rPr>
      </w:pPr>
      <w:r w:rsidRPr="00CD3F71">
        <w:rPr>
          <w:rFonts w:ascii="Calibri" w:hAnsi="Calibri"/>
        </w:rPr>
        <w:t xml:space="preserve">Fotocopia di un valido documento di riconoscimento </w:t>
      </w:r>
    </w:p>
    <w:p w:rsidR="00411E8A" w:rsidRPr="00F81900" w:rsidRDefault="00FF196D" w:rsidP="00F81900">
      <w:pPr>
        <w:adjustRightInd w:val="0"/>
        <w:ind w:firstLine="360"/>
        <w:jc w:val="both"/>
        <w:rPr>
          <w:rFonts w:ascii="Calibri" w:hAnsi="Calibri"/>
        </w:rPr>
      </w:pPr>
      <w:r w:rsidRPr="00CD3F71">
        <w:rPr>
          <w:rFonts w:ascii="Calibri" w:hAnsi="Calibri"/>
        </w:rPr>
        <w:t xml:space="preserve">Sintetico Curriculum vitae  </w:t>
      </w:r>
    </w:p>
    <w:sectPr w:rsidR="00411E8A" w:rsidRPr="00F81900" w:rsidSect="00F81900">
      <w:footerReference w:type="default" r:id="rId9"/>
      <w:pgSz w:w="11906" w:h="16838" w:code="9"/>
      <w:pgMar w:top="709" w:right="991" w:bottom="993" w:left="1134" w:header="851" w:footer="56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29A" w:rsidRDefault="0094129A">
      <w:r>
        <w:separator/>
      </w:r>
    </w:p>
  </w:endnote>
  <w:endnote w:type="continuationSeparator" w:id="1">
    <w:p w:rsidR="0094129A" w:rsidRDefault="00941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E72" w:rsidRDefault="00A915DD" w:rsidP="00331BB7">
    <w:pPr>
      <w:pStyle w:val="Pidipagina"/>
      <w:tabs>
        <w:tab w:val="clear" w:pos="4819"/>
        <w:tab w:val="clear" w:pos="9638"/>
        <w:tab w:val="left" w:pos="5805"/>
      </w:tabs>
      <w:ind w:right="360"/>
    </w:pPr>
    <w:r>
      <w:rPr>
        <w:noProof/>
      </w:rPr>
      <w:pict>
        <v:line id="Line 6" o:spid="_x0000_s2054" style="position:absolute;z-index:251657728;visibility:visible" from="-5.95pt,-26.45pt" to="516.05pt,-26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" strokecolor="gray">
          <v:stroke dashstyle="1 1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29A" w:rsidRDefault="0094129A">
      <w:r>
        <w:separator/>
      </w:r>
    </w:p>
  </w:footnote>
  <w:footnote w:type="continuationSeparator" w:id="1">
    <w:p w:rsidR="0094129A" w:rsidRDefault="009412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13FC2"/>
    <w:multiLevelType w:val="hybridMultilevel"/>
    <w:tmpl w:val="554E042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131C43"/>
    <w:multiLevelType w:val="multilevel"/>
    <w:tmpl w:val="50E0FE4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8D0BAA"/>
    <w:multiLevelType w:val="hybridMultilevel"/>
    <w:tmpl w:val="0BE6F81C"/>
    <w:lvl w:ilvl="0" w:tplc="112417E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C5558B"/>
    <w:multiLevelType w:val="singleLevel"/>
    <w:tmpl w:val="01324F2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669082F"/>
    <w:multiLevelType w:val="hybridMultilevel"/>
    <w:tmpl w:val="3F60B6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5C1F1F"/>
    <w:multiLevelType w:val="multilevel"/>
    <w:tmpl w:val="F19A4A2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E715A6"/>
    <w:multiLevelType w:val="hybridMultilevel"/>
    <w:tmpl w:val="DAAA252E"/>
    <w:lvl w:ilvl="0" w:tplc="C8E69F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46270"/>
    <w:multiLevelType w:val="multilevel"/>
    <w:tmpl w:val="FFF880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7A3C81"/>
    <w:multiLevelType w:val="multilevel"/>
    <w:tmpl w:val="C9B8548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E6B58C1"/>
    <w:multiLevelType w:val="singleLevel"/>
    <w:tmpl w:val="D9FC5838"/>
    <w:lvl w:ilvl="0">
      <w:start w:val="1"/>
      <w:numFmt w:val="bullet"/>
      <w:lvlText w:val="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cumentProtection w:edit="forms" w:enforcement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96F34"/>
    <w:rsid w:val="00000B03"/>
    <w:rsid w:val="000028A9"/>
    <w:rsid w:val="00002E11"/>
    <w:rsid w:val="00007110"/>
    <w:rsid w:val="000073BA"/>
    <w:rsid w:val="00011D37"/>
    <w:rsid w:val="00021928"/>
    <w:rsid w:val="0005592E"/>
    <w:rsid w:val="00060C7B"/>
    <w:rsid w:val="0006103A"/>
    <w:rsid w:val="0006575D"/>
    <w:rsid w:val="00071BD0"/>
    <w:rsid w:val="00074467"/>
    <w:rsid w:val="00092192"/>
    <w:rsid w:val="000C1125"/>
    <w:rsid w:val="000C33A7"/>
    <w:rsid w:val="000D3AEF"/>
    <w:rsid w:val="000F1938"/>
    <w:rsid w:val="000F251C"/>
    <w:rsid w:val="00102C76"/>
    <w:rsid w:val="0010379B"/>
    <w:rsid w:val="001063CC"/>
    <w:rsid w:val="00113F9D"/>
    <w:rsid w:val="0011425D"/>
    <w:rsid w:val="001144D7"/>
    <w:rsid w:val="00114A4F"/>
    <w:rsid w:val="00146366"/>
    <w:rsid w:val="00157B68"/>
    <w:rsid w:val="0016397E"/>
    <w:rsid w:val="0019489C"/>
    <w:rsid w:val="001A5ED7"/>
    <w:rsid w:val="001B1727"/>
    <w:rsid w:val="001C58D5"/>
    <w:rsid w:val="001D1B71"/>
    <w:rsid w:val="001E1C36"/>
    <w:rsid w:val="001E4860"/>
    <w:rsid w:val="002008CA"/>
    <w:rsid w:val="00205123"/>
    <w:rsid w:val="00217E1A"/>
    <w:rsid w:val="00220A30"/>
    <w:rsid w:val="002226E7"/>
    <w:rsid w:val="00225070"/>
    <w:rsid w:val="00225DE4"/>
    <w:rsid w:val="00231300"/>
    <w:rsid w:val="00235693"/>
    <w:rsid w:val="00240DC0"/>
    <w:rsid w:val="00241623"/>
    <w:rsid w:val="00245DE9"/>
    <w:rsid w:val="002471E6"/>
    <w:rsid w:val="00252137"/>
    <w:rsid w:val="0025405B"/>
    <w:rsid w:val="002668A8"/>
    <w:rsid w:val="00267F36"/>
    <w:rsid w:val="0027456F"/>
    <w:rsid w:val="0027650C"/>
    <w:rsid w:val="00283627"/>
    <w:rsid w:val="002A3467"/>
    <w:rsid w:val="002A38EA"/>
    <w:rsid w:val="002A5264"/>
    <w:rsid w:val="002A7CF3"/>
    <w:rsid w:val="002B0C88"/>
    <w:rsid w:val="002C41BC"/>
    <w:rsid w:val="002C500D"/>
    <w:rsid w:val="002D7324"/>
    <w:rsid w:val="002D75EB"/>
    <w:rsid w:val="002E06CD"/>
    <w:rsid w:val="002E1019"/>
    <w:rsid w:val="002E7813"/>
    <w:rsid w:val="002F0F98"/>
    <w:rsid w:val="002F19DE"/>
    <w:rsid w:val="002F390D"/>
    <w:rsid w:val="002F7356"/>
    <w:rsid w:val="0032136B"/>
    <w:rsid w:val="0032387A"/>
    <w:rsid w:val="00327B0B"/>
    <w:rsid w:val="00331BB7"/>
    <w:rsid w:val="003435C0"/>
    <w:rsid w:val="00345519"/>
    <w:rsid w:val="00345A31"/>
    <w:rsid w:val="0035769E"/>
    <w:rsid w:val="003578F1"/>
    <w:rsid w:val="00360611"/>
    <w:rsid w:val="00370253"/>
    <w:rsid w:val="0037142A"/>
    <w:rsid w:val="0037294F"/>
    <w:rsid w:val="0038299A"/>
    <w:rsid w:val="00393B75"/>
    <w:rsid w:val="003962E2"/>
    <w:rsid w:val="00396F34"/>
    <w:rsid w:val="003A57A3"/>
    <w:rsid w:val="003B0B63"/>
    <w:rsid w:val="003C46EF"/>
    <w:rsid w:val="003D61C4"/>
    <w:rsid w:val="003E2A0C"/>
    <w:rsid w:val="003E432D"/>
    <w:rsid w:val="003E6913"/>
    <w:rsid w:val="003F0E00"/>
    <w:rsid w:val="003F199F"/>
    <w:rsid w:val="003F6191"/>
    <w:rsid w:val="00403CE8"/>
    <w:rsid w:val="00411E8A"/>
    <w:rsid w:val="0041496B"/>
    <w:rsid w:val="004171B1"/>
    <w:rsid w:val="00423D9A"/>
    <w:rsid w:val="004258DE"/>
    <w:rsid w:val="00430312"/>
    <w:rsid w:val="00437332"/>
    <w:rsid w:val="00450282"/>
    <w:rsid w:val="00460EFB"/>
    <w:rsid w:val="004648DB"/>
    <w:rsid w:val="00465FC0"/>
    <w:rsid w:val="0047189A"/>
    <w:rsid w:val="00475544"/>
    <w:rsid w:val="004824BA"/>
    <w:rsid w:val="0048621E"/>
    <w:rsid w:val="0049307B"/>
    <w:rsid w:val="0049390A"/>
    <w:rsid w:val="0049752D"/>
    <w:rsid w:val="004A4ADD"/>
    <w:rsid w:val="004A5300"/>
    <w:rsid w:val="004B6213"/>
    <w:rsid w:val="004C5440"/>
    <w:rsid w:val="004C70F7"/>
    <w:rsid w:val="004D3257"/>
    <w:rsid w:val="004E2C9D"/>
    <w:rsid w:val="004E2E48"/>
    <w:rsid w:val="004E6704"/>
    <w:rsid w:val="004F586F"/>
    <w:rsid w:val="004F6931"/>
    <w:rsid w:val="00515A80"/>
    <w:rsid w:val="005265AE"/>
    <w:rsid w:val="00527936"/>
    <w:rsid w:val="00534014"/>
    <w:rsid w:val="0054492D"/>
    <w:rsid w:val="00551DCE"/>
    <w:rsid w:val="005653D3"/>
    <w:rsid w:val="005657F9"/>
    <w:rsid w:val="0057653D"/>
    <w:rsid w:val="00582685"/>
    <w:rsid w:val="00586941"/>
    <w:rsid w:val="005A0F75"/>
    <w:rsid w:val="005A29A6"/>
    <w:rsid w:val="005A343D"/>
    <w:rsid w:val="005A7D30"/>
    <w:rsid w:val="005B43F9"/>
    <w:rsid w:val="005B5A21"/>
    <w:rsid w:val="005D439C"/>
    <w:rsid w:val="005E62ED"/>
    <w:rsid w:val="005F7EF8"/>
    <w:rsid w:val="006023C2"/>
    <w:rsid w:val="0060268A"/>
    <w:rsid w:val="00625548"/>
    <w:rsid w:val="00632A72"/>
    <w:rsid w:val="00660598"/>
    <w:rsid w:val="006605C2"/>
    <w:rsid w:val="00660A28"/>
    <w:rsid w:val="0066514B"/>
    <w:rsid w:val="00667306"/>
    <w:rsid w:val="00672E6E"/>
    <w:rsid w:val="00691F8E"/>
    <w:rsid w:val="0069230D"/>
    <w:rsid w:val="00694E24"/>
    <w:rsid w:val="006A12F9"/>
    <w:rsid w:val="006A68A5"/>
    <w:rsid w:val="006B6480"/>
    <w:rsid w:val="006C61F6"/>
    <w:rsid w:val="006D3797"/>
    <w:rsid w:val="006D6A22"/>
    <w:rsid w:val="006E180C"/>
    <w:rsid w:val="006F4794"/>
    <w:rsid w:val="00705103"/>
    <w:rsid w:val="00713C1B"/>
    <w:rsid w:val="00720C7A"/>
    <w:rsid w:val="00720E42"/>
    <w:rsid w:val="00733E3A"/>
    <w:rsid w:val="007419B7"/>
    <w:rsid w:val="007874BF"/>
    <w:rsid w:val="007A1A73"/>
    <w:rsid w:val="007B0AE7"/>
    <w:rsid w:val="007B131F"/>
    <w:rsid w:val="007B4F00"/>
    <w:rsid w:val="007B786A"/>
    <w:rsid w:val="007E0387"/>
    <w:rsid w:val="007E06AF"/>
    <w:rsid w:val="007E3E6C"/>
    <w:rsid w:val="007E7448"/>
    <w:rsid w:val="00812292"/>
    <w:rsid w:val="00814A61"/>
    <w:rsid w:val="00822F8E"/>
    <w:rsid w:val="00826F2F"/>
    <w:rsid w:val="008305FB"/>
    <w:rsid w:val="00835370"/>
    <w:rsid w:val="00846155"/>
    <w:rsid w:val="0084763C"/>
    <w:rsid w:val="008503DC"/>
    <w:rsid w:val="00856469"/>
    <w:rsid w:val="00876328"/>
    <w:rsid w:val="00876C30"/>
    <w:rsid w:val="00885804"/>
    <w:rsid w:val="00887EC5"/>
    <w:rsid w:val="008A0C09"/>
    <w:rsid w:val="008A1753"/>
    <w:rsid w:val="008A4422"/>
    <w:rsid w:val="008A786F"/>
    <w:rsid w:val="008C0E72"/>
    <w:rsid w:val="008C7872"/>
    <w:rsid w:val="008D1E1A"/>
    <w:rsid w:val="008D4296"/>
    <w:rsid w:val="008D4A68"/>
    <w:rsid w:val="008D4EEB"/>
    <w:rsid w:val="008D5E3D"/>
    <w:rsid w:val="008E3708"/>
    <w:rsid w:val="008E4360"/>
    <w:rsid w:val="008E790E"/>
    <w:rsid w:val="008F4C72"/>
    <w:rsid w:val="009012DD"/>
    <w:rsid w:val="00914258"/>
    <w:rsid w:val="009149F2"/>
    <w:rsid w:val="009258D9"/>
    <w:rsid w:val="00937655"/>
    <w:rsid w:val="0094033F"/>
    <w:rsid w:val="00940C58"/>
    <w:rsid w:val="0094129A"/>
    <w:rsid w:val="0095225D"/>
    <w:rsid w:val="00964D1E"/>
    <w:rsid w:val="00967115"/>
    <w:rsid w:val="0096765D"/>
    <w:rsid w:val="00970546"/>
    <w:rsid w:val="00972636"/>
    <w:rsid w:val="00973BFF"/>
    <w:rsid w:val="00975278"/>
    <w:rsid w:val="00981AEF"/>
    <w:rsid w:val="00983384"/>
    <w:rsid w:val="00985A6A"/>
    <w:rsid w:val="00986553"/>
    <w:rsid w:val="00986AB1"/>
    <w:rsid w:val="00987124"/>
    <w:rsid w:val="00987440"/>
    <w:rsid w:val="00995193"/>
    <w:rsid w:val="00995756"/>
    <w:rsid w:val="009A5D39"/>
    <w:rsid w:val="009B2959"/>
    <w:rsid w:val="009C2D04"/>
    <w:rsid w:val="009C4751"/>
    <w:rsid w:val="009E5448"/>
    <w:rsid w:val="009E66B8"/>
    <w:rsid w:val="00A01E71"/>
    <w:rsid w:val="00A055F5"/>
    <w:rsid w:val="00A07694"/>
    <w:rsid w:val="00A116E1"/>
    <w:rsid w:val="00A12957"/>
    <w:rsid w:val="00A17071"/>
    <w:rsid w:val="00A2351A"/>
    <w:rsid w:val="00A40FE6"/>
    <w:rsid w:val="00A42A51"/>
    <w:rsid w:val="00A4536C"/>
    <w:rsid w:val="00A45678"/>
    <w:rsid w:val="00A47049"/>
    <w:rsid w:val="00A556F0"/>
    <w:rsid w:val="00A627A5"/>
    <w:rsid w:val="00A71EC5"/>
    <w:rsid w:val="00A74031"/>
    <w:rsid w:val="00A7742B"/>
    <w:rsid w:val="00A90D39"/>
    <w:rsid w:val="00A90F6D"/>
    <w:rsid w:val="00A915DD"/>
    <w:rsid w:val="00A91841"/>
    <w:rsid w:val="00A9276A"/>
    <w:rsid w:val="00A94013"/>
    <w:rsid w:val="00A97889"/>
    <w:rsid w:val="00AB1249"/>
    <w:rsid w:val="00AB25E9"/>
    <w:rsid w:val="00AC6978"/>
    <w:rsid w:val="00AC6AF6"/>
    <w:rsid w:val="00AC6F64"/>
    <w:rsid w:val="00AD4701"/>
    <w:rsid w:val="00AD6529"/>
    <w:rsid w:val="00AE2EB2"/>
    <w:rsid w:val="00AE6CC0"/>
    <w:rsid w:val="00AF11B8"/>
    <w:rsid w:val="00AF35B4"/>
    <w:rsid w:val="00AF7756"/>
    <w:rsid w:val="00AF7A43"/>
    <w:rsid w:val="00B00108"/>
    <w:rsid w:val="00B0342E"/>
    <w:rsid w:val="00B1472A"/>
    <w:rsid w:val="00B20A69"/>
    <w:rsid w:val="00B2386D"/>
    <w:rsid w:val="00B25094"/>
    <w:rsid w:val="00B25DAC"/>
    <w:rsid w:val="00B271B6"/>
    <w:rsid w:val="00B379F8"/>
    <w:rsid w:val="00B6792F"/>
    <w:rsid w:val="00B7475A"/>
    <w:rsid w:val="00B93F0D"/>
    <w:rsid w:val="00BA2E0D"/>
    <w:rsid w:val="00BA32D8"/>
    <w:rsid w:val="00BA742D"/>
    <w:rsid w:val="00BB4F1E"/>
    <w:rsid w:val="00BC0497"/>
    <w:rsid w:val="00BC37D1"/>
    <w:rsid w:val="00BD2D32"/>
    <w:rsid w:val="00BD4252"/>
    <w:rsid w:val="00BE0CB4"/>
    <w:rsid w:val="00BF67F3"/>
    <w:rsid w:val="00C05FFA"/>
    <w:rsid w:val="00C10398"/>
    <w:rsid w:val="00C13532"/>
    <w:rsid w:val="00C179FD"/>
    <w:rsid w:val="00C24A02"/>
    <w:rsid w:val="00C32B5D"/>
    <w:rsid w:val="00C34BA9"/>
    <w:rsid w:val="00C44C2C"/>
    <w:rsid w:val="00C521C5"/>
    <w:rsid w:val="00C5377C"/>
    <w:rsid w:val="00C53B0C"/>
    <w:rsid w:val="00C5549A"/>
    <w:rsid w:val="00C635FC"/>
    <w:rsid w:val="00C63CBD"/>
    <w:rsid w:val="00C67D32"/>
    <w:rsid w:val="00C71A4C"/>
    <w:rsid w:val="00C76DB8"/>
    <w:rsid w:val="00C77F37"/>
    <w:rsid w:val="00C82B5E"/>
    <w:rsid w:val="00C8547A"/>
    <w:rsid w:val="00C95CF9"/>
    <w:rsid w:val="00CA7F6A"/>
    <w:rsid w:val="00CB7D8F"/>
    <w:rsid w:val="00CD2AE4"/>
    <w:rsid w:val="00CD3F71"/>
    <w:rsid w:val="00CF0311"/>
    <w:rsid w:val="00CF21D3"/>
    <w:rsid w:val="00CF3F88"/>
    <w:rsid w:val="00CF6CB3"/>
    <w:rsid w:val="00D031C1"/>
    <w:rsid w:val="00D21FC9"/>
    <w:rsid w:val="00D25BC3"/>
    <w:rsid w:val="00D523ED"/>
    <w:rsid w:val="00D53BCB"/>
    <w:rsid w:val="00D56536"/>
    <w:rsid w:val="00D6168B"/>
    <w:rsid w:val="00D62A10"/>
    <w:rsid w:val="00D65583"/>
    <w:rsid w:val="00D678E7"/>
    <w:rsid w:val="00D839C4"/>
    <w:rsid w:val="00D84BC1"/>
    <w:rsid w:val="00D85CC6"/>
    <w:rsid w:val="00D92DC8"/>
    <w:rsid w:val="00D95B63"/>
    <w:rsid w:val="00D973E3"/>
    <w:rsid w:val="00DB7551"/>
    <w:rsid w:val="00DC13AE"/>
    <w:rsid w:val="00DC2EB2"/>
    <w:rsid w:val="00DC3D84"/>
    <w:rsid w:val="00DC40CA"/>
    <w:rsid w:val="00DC4E98"/>
    <w:rsid w:val="00DD2D55"/>
    <w:rsid w:val="00DE0B47"/>
    <w:rsid w:val="00DE484B"/>
    <w:rsid w:val="00DE7236"/>
    <w:rsid w:val="00DE7876"/>
    <w:rsid w:val="00E12E5C"/>
    <w:rsid w:val="00E15DC5"/>
    <w:rsid w:val="00E17329"/>
    <w:rsid w:val="00E31CD7"/>
    <w:rsid w:val="00E333AF"/>
    <w:rsid w:val="00E35CF2"/>
    <w:rsid w:val="00E50364"/>
    <w:rsid w:val="00E623A0"/>
    <w:rsid w:val="00E72E20"/>
    <w:rsid w:val="00E77FA4"/>
    <w:rsid w:val="00E802EA"/>
    <w:rsid w:val="00EB2684"/>
    <w:rsid w:val="00EB37DF"/>
    <w:rsid w:val="00EC4106"/>
    <w:rsid w:val="00EE678F"/>
    <w:rsid w:val="00EF0FBC"/>
    <w:rsid w:val="00EF2F98"/>
    <w:rsid w:val="00EF3A3C"/>
    <w:rsid w:val="00EF7814"/>
    <w:rsid w:val="00F043CF"/>
    <w:rsid w:val="00F25CD0"/>
    <w:rsid w:val="00F273CA"/>
    <w:rsid w:val="00F3493F"/>
    <w:rsid w:val="00F35139"/>
    <w:rsid w:val="00F441AE"/>
    <w:rsid w:val="00F46E9C"/>
    <w:rsid w:val="00F46EC3"/>
    <w:rsid w:val="00F5167B"/>
    <w:rsid w:val="00F5541C"/>
    <w:rsid w:val="00F6183E"/>
    <w:rsid w:val="00F62745"/>
    <w:rsid w:val="00F66428"/>
    <w:rsid w:val="00F81900"/>
    <w:rsid w:val="00F8481A"/>
    <w:rsid w:val="00F86A77"/>
    <w:rsid w:val="00F86DB6"/>
    <w:rsid w:val="00F94B58"/>
    <w:rsid w:val="00FA198B"/>
    <w:rsid w:val="00FA29C4"/>
    <w:rsid w:val="00FA51BF"/>
    <w:rsid w:val="00FA7263"/>
    <w:rsid w:val="00FB5534"/>
    <w:rsid w:val="00FB583E"/>
    <w:rsid w:val="00FB68F4"/>
    <w:rsid w:val="00FB6B6C"/>
    <w:rsid w:val="00FC2209"/>
    <w:rsid w:val="00FC619F"/>
    <w:rsid w:val="00FC76E5"/>
    <w:rsid w:val="00FC7BAA"/>
    <w:rsid w:val="00FF1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985A6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985A6A"/>
    <w:pPr>
      <w:keepNext/>
      <w:ind w:left="424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985A6A"/>
    <w:pPr>
      <w:keepNext/>
      <w:spacing w:line="24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985A6A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985A6A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85A6A"/>
    <w:pPr>
      <w:keepNext/>
      <w:ind w:left="5664"/>
      <w:jc w:val="center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985A6A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985A6A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985A6A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985A6A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985A6A"/>
    <w:rPr>
      <w:rFonts w:ascii="Cambria" w:eastAsia="Times New Roman" w:hAnsi="Cambria" w:cs="Cambria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985A6A"/>
    <w:rPr>
      <w:rFonts w:ascii="Calibri" w:eastAsia="Times New Roman" w:hAnsi="Calibri" w:cs="Calibri"/>
      <w:b/>
      <w:bCs/>
      <w:sz w:val="28"/>
      <w:szCs w:val="28"/>
    </w:rPr>
  </w:style>
  <w:style w:type="character" w:customStyle="1" w:styleId="Titolo7Carattere">
    <w:name w:val="Titolo 7 Carattere"/>
    <w:link w:val="Titolo7"/>
    <w:semiHidden/>
    <w:locked/>
    <w:rsid w:val="00985A6A"/>
    <w:rPr>
      <w:rFonts w:ascii="Calibri" w:eastAsia="Times New Roman" w:hAnsi="Calibri" w:cs="Calibri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985A6A"/>
    <w:rPr>
      <w:rFonts w:ascii="Calibri" w:eastAsia="Times New Roman" w:hAnsi="Calibri" w:cs="Calibri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985A6A"/>
    <w:rPr>
      <w:rFonts w:ascii="Cambria" w:eastAsia="Times New Roman" w:hAnsi="Cambria" w:cs="Cambria"/>
    </w:rPr>
  </w:style>
  <w:style w:type="paragraph" w:styleId="Corpodeltesto2">
    <w:name w:val="Body Text 2"/>
    <w:basedOn w:val="Normale"/>
    <w:link w:val="Corpodeltesto2Carattere"/>
    <w:rsid w:val="00985A6A"/>
    <w:pPr>
      <w:spacing w:line="360" w:lineRule="auto"/>
      <w:jc w:val="both"/>
    </w:pPr>
  </w:style>
  <w:style w:type="character" w:customStyle="1" w:styleId="Corpodeltesto2Carattere">
    <w:name w:val="Corpo del testo 2 Carattere"/>
    <w:link w:val="Corpodeltesto2"/>
    <w:semiHidden/>
    <w:locked/>
    <w:rsid w:val="00985A6A"/>
    <w:rPr>
      <w:sz w:val="20"/>
      <w:szCs w:val="20"/>
    </w:rPr>
  </w:style>
  <w:style w:type="paragraph" w:styleId="Corpodeltesto3">
    <w:name w:val="Body Text 3"/>
    <w:basedOn w:val="Normale"/>
    <w:link w:val="Corpodeltesto3Carattere"/>
    <w:rsid w:val="00985A6A"/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locked/>
    <w:rsid w:val="00985A6A"/>
    <w:rPr>
      <w:sz w:val="16"/>
      <w:szCs w:val="16"/>
    </w:rPr>
  </w:style>
  <w:style w:type="paragraph" w:customStyle="1" w:styleId="Corpotesto">
    <w:name w:val="Corpo testo"/>
    <w:basedOn w:val="Normale"/>
    <w:link w:val="CorpotestoCarattere"/>
    <w:rsid w:val="00985A6A"/>
    <w:pPr>
      <w:jc w:val="both"/>
    </w:pPr>
  </w:style>
  <w:style w:type="character" w:customStyle="1" w:styleId="CorpotestoCarattere">
    <w:name w:val="Corpo testo Carattere"/>
    <w:link w:val="Corpotesto"/>
    <w:semiHidden/>
    <w:locked/>
    <w:rsid w:val="00985A6A"/>
    <w:rPr>
      <w:sz w:val="20"/>
      <w:szCs w:val="20"/>
    </w:rPr>
  </w:style>
  <w:style w:type="paragraph" w:styleId="Testodelblocco">
    <w:name w:val="Block Text"/>
    <w:basedOn w:val="Normale"/>
    <w:rsid w:val="00985A6A"/>
    <w:pPr>
      <w:ind w:left="993" w:right="2124"/>
    </w:pPr>
  </w:style>
  <w:style w:type="paragraph" w:styleId="Intestazione">
    <w:name w:val="header"/>
    <w:basedOn w:val="Normale"/>
    <w:link w:val="IntestazioneCarattere"/>
    <w:rsid w:val="00985A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985A6A"/>
    <w:rPr>
      <w:sz w:val="20"/>
      <w:szCs w:val="20"/>
    </w:rPr>
  </w:style>
  <w:style w:type="paragraph" w:styleId="Pidipagina">
    <w:name w:val="footer"/>
    <w:basedOn w:val="Normale"/>
    <w:link w:val="PidipaginaCarattere"/>
    <w:rsid w:val="00985A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985A6A"/>
    <w:rPr>
      <w:sz w:val="20"/>
      <w:szCs w:val="20"/>
    </w:rPr>
  </w:style>
  <w:style w:type="character" w:styleId="Numeropagina">
    <w:name w:val="page number"/>
    <w:basedOn w:val="Carpredefinitoparagrafo"/>
    <w:rsid w:val="00985A6A"/>
  </w:style>
  <w:style w:type="paragraph" w:styleId="Testofumetto">
    <w:name w:val="Balloon Text"/>
    <w:basedOn w:val="Normale"/>
    <w:link w:val="TestofumettoCarattere"/>
    <w:semiHidden/>
    <w:rsid w:val="00985A6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985A6A"/>
    <w:rPr>
      <w:rFonts w:ascii="Tahoma" w:hAnsi="Tahoma" w:cs="Tahoma"/>
      <w:sz w:val="16"/>
      <w:szCs w:val="16"/>
    </w:rPr>
  </w:style>
  <w:style w:type="paragraph" w:customStyle="1" w:styleId="Giustificato">
    <w:name w:val="Giustificato"/>
    <w:basedOn w:val="Normale"/>
    <w:rsid w:val="00985A6A"/>
    <w:pPr>
      <w:spacing w:before="120" w:after="120" w:line="360" w:lineRule="exact"/>
      <w:jc w:val="both"/>
    </w:pPr>
    <w:rPr>
      <w:rFonts w:ascii="Arial" w:hAnsi="Arial" w:cs="Arial"/>
    </w:rPr>
  </w:style>
  <w:style w:type="paragraph" w:customStyle="1" w:styleId="Normalelt">
    <w:name w:val="Normale lt"/>
    <w:basedOn w:val="Normale"/>
    <w:rsid w:val="00985A6A"/>
    <w:pPr>
      <w:spacing w:before="120" w:after="120" w:line="360" w:lineRule="exact"/>
    </w:pPr>
    <w:rPr>
      <w:rFonts w:ascii="Arial" w:hAnsi="Arial" w:cs="Arial"/>
    </w:rPr>
  </w:style>
  <w:style w:type="character" w:customStyle="1" w:styleId="NormaleltCarattere">
    <w:name w:val="Normale lt Carattere"/>
    <w:rsid w:val="00985A6A"/>
    <w:rPr>
      <w:rFonts w:ascii="Arial" w:hAnsi="Arial" w:cs="Arial"/>
      <w:sz w:val="24"/>
      <w:szCs w:val="24"/>
      <w:lang w:val="it-IT"/>
    </w:rPr>
  </w:style>
  <w:style w:type="paragraph" w:styleId="Testonotadichiusura">
    <w:name w:val="endnote text"/>
    <w:basedOn w:val="Normale"/>
    <w:link w:val="TestonotadichiusuraCarattere"/>
    <w:semiHidden/>
    <w:rsid w:val="00985A6A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796"/>
        <w:tab w:val="left" w:pos="8505"/>
        <w:tab w:val="left" w:pos="9214"/>
      </w:tabs>
      <w:spacing w:after="120"/>
      <w:jc w:val="both"/>
    </w:pPr>
  </w:style>
  <w:style w:type="character" w:customStyle="1" w:styleId="TestonotadichiusuraCarattere">
    <w:name w:val="Testo nota di chiusura Carattere"/>
    <w:link w:val="Testonotadichiusura"/>
    <w:semiHidden/>
    <w:locked/>
    <w:rsid w:val="00985A6A"/>
    <w:rPr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586941"/>
    <w:pPr>
      <w:ind w:left="720"/>
      <w:contextualSpacing/>
    </w:pPr>
  </w:style>
  <w:style w:type="character" w:styleId="Collegamentoipertestuale">
    <w:name w:val="Hyperlink"/>
    <w:rsid w:val="00F25CD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F25CD0"/>
    <w:pPr>
      <w:autoSpaceDE/>
      <w:autoSpaceDN/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table" w:styleId="Grigliatabella">
    <w:name w:val="Table Grid"/>
    <w:basedOn w:val="Tabellanormale"/>
    <w:locked/>
    <w:rsid w:val="00F04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008CA"/>
    <w:pPr>
      <w:suppressAutoHyphens/>
      <w:autoSpaceDE/>
      <w:autoSpaceDN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008CA"/>
    <w:rPr>
      <w:lang w:eastAsia="ar-SA"/>
    </w:rPr>
  </w:style>
  <w:style w:type="character" w:styleId="Rimandonotaapidipagina">
    <w:name w:val="footnote reference"/>
    <w:uiPriority w:val="99"/>
    <w:unhideWhenUsed/>
    <w:rsid w:val="002008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is01400c@pec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ppola\Desktop\APOFIL\APOFIL_2016\ECLIM\Eclim%20nuovo\interesse_Eclim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576229-7092-4368-9E7E-55F825B6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interesse_Eclim</Template>
  <TotalTime>7</TotalTime>
  <Pages>3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PINCO PALLINO E SOCI</vt:lpstr>
    </vt:vector>
  </TitlesOfParts>
  <Company>Giammaria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PINCO PALLINO E SOCI</dc:title>
  <dc:creator>Coppola</dc:creator>
  <cp:lastModifiedBy>Comax</cp:lastModifiedBy>
  <cp:revision>2</cp:revision>
  <cp:lastPrinted>2016-11-04T06:16:00Z</cp:lastPrinted>
  <dcterms:created xsi:type="dcterms:W3CDTF">2018-10-08T14:28:00Z</dcterms:created>
  <dcterms:modified xsi:type="dcterms:W3CDTF">2018-10-08T14:28:00Z</dcterms:modified>
</cp:coreProperties>
</file>